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A14F1" w14:textId="77777777" w:rsidR="000F17A6" w:rsidRDefault="000F17A6" w:rsidP="000F17A6">
      <w:pPr>
        <w:rPr>
          <w:b/>
          <w:bCs/>
        </w:rPr>
      </w:pPr>
      <w:r w:rsidRPr="000F17A6">
        <w:rPr>
          <w:b/>
          <w:bCs/>
        </w:rPr>
        <w:t>Kurzbeschreibung:</w:t>
      </w:r>
    </w:p>
    <w:p w14:paraId="39B3E946" w14:textId="561852E6" w:rsidR="000F17A6" w:rsidRPr="00DD42FE" w:rsidRDefault="002C0D5A" w:rsidP="000F17A6">
      <w:pPr>
        <w:pStyle w:val="Inhaltsangabe"/>
        <w:rPr>
          <w:i w:val="0"/>
          <w:kern w:val="28"/>
          <w:sz w:val="24"/>
          <w:szCs w:val="18"/>
        </w:rPr>
      </w:pPr>
      <w:r w:rsidRPr="00DD42FE">
        <w:rPr>
          <w:sz w:val="24"/>
          <w:szCs w:val="18"/>
        </w:rPr>
        <w:t>D</w:t>
      </w:r>
      <w:r>
        <w:rPr>
          <w:sz w:val="24"/>
          <w:szCs w:val="18"/>
        </w:rPr>
        <w:t>as Paderborner Unternehmen</w:t>
      </w:r>
      <w:r w:rsidRPr="00DD42FE">
        <w:rPr>
          <w:sz w:val="24"/>
          <w:szCs w:val="18"/>
        </w:rPr>
        <w:t xml:space="preserve"> </w:t>
      </w:r>
      <w:r w:rsidRPr="002C0D5A">
        <w:rPr>
          <w:sz w:val="24"/>
          <w:szCs w:val="18"/>
        </w:rPr>
        <w:t>TEAM</w:t>
      </w:r>
      <w:r w:rsidR="00021273">
        <w:rPr>
          <w:sz w:val="24"/>
          <w:szCs w:val="18"/>
        </w:rPr>
        <w:t xml:space="preserve"> GmbH</w:t>
      </w:r>
      <w:r w:rsidRPr="002C0D5A">
        <w:rPr>
          <w:sz w:val="24"/>
          <w:szCs w:val="18"/>
        </w:rPr>
        <w:t xml:space="preserve"> erhält</w:t>
      </w:r>
      <w:r w:rsidR="00DD42FE" w:rsidRPr="002C0D5A">
        <w:rPr>
          <w:sz w:val="24"/>
          <w:szCs w:val="18"/>
        </w:rPr>
        <w:t xml:space="preserve"> zum sechsten Mal das TOTAL E-QUALITY Prädikat für ihre vorbildliche Chancengleichheitsstrategie und diversitätsgerechte Personalpolitik. Das IT-Dienstleistungsunternehmen fördert gezielt Frauen in der IT-Branche und bietet flexible Arbeitsmodelle sowie Unterstützung für ausländische Mitarbeiter*innen.</w:t>
      </w:r>
    </w:p>
    <w:p w14:paraId="4608EB69" w14:textId="77777777" w:rsidR="000F17A6" w:rsidRPr="000F17A6" w:rsidRDefault="000F17A6" w:rsidP="000F17A6"/>
    <w:p w14:paraId="580AEE9C" w14:textId="7EEC9960" w:rsidR="00DD42FE" w:rsidRPr="00DD42FE" w:rsidRDefault="00DD42FE" w:rsidP="00DD42FE">
      <w:pPr>
        <w:pStyle w:val="berschrift1"/>
        <w:rPr>
          <w:sz w:val="24"/>
          <w:szCs w:val="18"/>
        </w:rPr>
      </w:pPr>
      <w:r w:rsidRPr="00DD42FE">
        <w:rPr>
          <w:b/>
          <w:bCs/>
        </w:rPr>
        <w:t>TEAM GmbH erhält TOTAL E-QUALITY Prädikat 2024</w:t>
      </w:r>
      <w:r>
        <w:br/>
      </w:r>
      <w:r>
        <w:br/>
      </w:r>
      <w:r w:rsidRPr="00DD42FE">
        <w:rPr>
          <w:sz w:val="24"/>
          <w:szCs w:val="18"/>
        </w:rPr>
        <w:t>D</w:t>
      </w:r>
      <w:r w:rsidR="00043890">
        <w:rPr>
          <w:sz w:val="24"/>
          <w:szCs w:val="18"/>
        </w:rPr>
        <w:t>as Paderborner IT-Unternehmen</w:t>
      </w:r>
      <w:r w:rsidRPr="00DD42FE">
        <w:rPr>
          <w:sz w:val="24"/>
          <w:szCs w:val="18"/>
        </w:rPr>
        <w:t xml:space="preserve"> TEAM</w:t>
      </w:r>
      <w:r w:rsidR="00021273">
        <w:rPr>
          <w:sz w:val="24"/>
          <w:szCs w:val="18"/>
        </w:rPr>
        <w:t xml:space="preserve"> GmbH</w:t>
      </w:r>
      <w:r w:rsidRPr="00DD42FE">
        <w:rPr>
          <w:sz w:val="24"/>
          <w:szCs w:val="18"/>
        </w:rPr>
        <w:t xml:space="preserve"> wurde zum sechsten Mal mit dem TOTAL E-QUALITY Prädikat ausgezeichnet. Die Jury lobte das Unternehmen für seine überzeugende Chancengleichheitsstrategie und vorbildliche Personal- und Organisationspolitik.</w:t>
      </w:r>
    </w:p>
    <w:p w14:paraId="3670B0A9" w14:textId="4EEEDB71" w:rsidR="00DD42FE" w:rsidRPr="00DD42FE" w:rsidRDefault="00DD42FE" w:rsidP="00DD42FE">
      <w:pPr>
        <w:pStyle w:val="berschrift1"/>
        <w:rPr>
          <w:sz w:val="24"/>
          <w:szCs w:val="18"/>
        </w:rPr>
      </w:pPr>
      <w:r w:rsidRPr="00DD42FE">
        <w:rPr>
          <w:sz w:val="24"/>
          <w:szCs w:val="18"/>
        </w:rPr>
        <w:t xml:space="preserve">Das IT-Dienstleistungsunternehmen mit </w:t>
      </w:r>
      <w:r w:rsidR="00043890">
        <w:rPr>
          <w:sz w:val="24"/>
          <w:szCs w:val="18"/>
        </w:rPr>
        <w:t>100</w:t>
      </w:r>
      <w:r w:rsidRPr="00DD42FE">
        <w:rPr>
          <w:sz w:val="24"/>
          <w:szCs w:val="18"/>
        </w:rPr>
        <w:t xml:space="preserve"> Mitarbeiter*innen hat sich auf Softwarelösungen spezialisiert und weist </w:t>
      </w:r>
      <w:r w:rsidR="00043890">
        <w:rPr>
          <w:sz w:val="24"/>
          <w:szCs w:val="18"/>
        </w:rPr>
        <w:t xml:space="preserve">dabei </w:t>
      </w:r>
      <w:r w:rsidRPr="00DD42FE">
        <w:rPr>
          <w:sz w:val="24"/>
          <w:szCs w:val="18"/>
        </w:rPr>
        <w:t xml:space="preserve">einen Frauenanteil von 40 % auf, auch in Führungspositionen. TEAM engagiert sich </w:t>
      </w:r>
      <w:r w:rsidR="00043890">
        <w:rPr>
          <w:sz w:val="24"/>
          <w:szCs w:val="18"/>
        </w:rPr>
        <w:t xml:space="preserve">außerdem </w:t>
      </w:r>
      <w:r w:rsidRPr="00DD42FE">
        <w:rPr>
          <w:sz w:val="24"/>
          <w:szCs w:val="18"/>
        </w:rPr>
        <w:t xml:space="preserve">durch Projekte wie </w:t>
      </w:r>
      <w:proofErr w:type="spellStart"/>
      <w:r w:rsidRPr="00DD42FE">
        <w:rPr>
          <w:sz w:val="24"/>
          <w:szCs w:val="18"/>
        </w:rPr>
        <w:t>Girls'Day</w:t>
      </w:r>
      <w:proofErr w:type="spellEnd"/>
      <w:r w:rsidR="00043890">
        <w:rPr>
          <w:sz w:val="24"/>
          <w:szCs w:val="18"/>
        </w:rPr>
        <w:t xml:space="preserve">, Girls4IT </w:t>
      </w:r>
      <w:r w:rsidRPr="00DD42FE">
        <w:rPr>
          <w:sz w:val="24"/>
          <w:szCs w:val="18"/>
        </w:rPr>
        <w:t xml:space="preserve">und </w:t>
      </w:r>
      <w:proofErr w:type="spellStart"/>
      <w:r w:rsidRPr="00DD42FE">
        <w:rPr>
          <w:sz w:val="24"/>
          <w:szCs w:val="18"/>
        </w:rPr>
        <w:t>CrossMentoring</w:t>
      </w:r>
      <w:proofErr w:type="spellEnd"/>
      <w:r w:rsidRPr="00DD42FE">
        <w:rPr>
          <w:sz w:val="24"/>
          <w:szCs w:val="18"/>
        </w:rPr>
        <w:t xml:space="preserve"> gezielt für die Förderung von Frauen und Mädchen in der IT-Branche</w:t>
      </w:r>
      <w:r w:rsidR="00021273">
        <w:rPr>
          <w:sz w:val="24"/>
          <w:szCs w:val="18"/>
        </w:rPr>
        <w:t xml:space="preserve"> und speziell im Paderborner Raum</w:t>
      </w:r>
      <w:r w:rsidRPr="00DD42FE">
        <w:rPr>
          <w:sz w:val="24"/>
          <w:szCs w:val="18"/>
        </w:rPr>
        <w:t>.</w:t>
      </w:r>
    </w:p>
    <w:p w14:paraId="1C362301" w14:textId="3C654E00" w:rsidR="00DD42FE" w:rsidRPr="00DD42FE" w:rsidRDefault="00DD42FE" w:rsidP="00DD42FE">
      <w:pPr>
        <w:pStyle w:val="berschrift1"/>
        <w:rPr>
          <w:sz w:val="24"/>
          <w:szCs w:val="18"/>
        </w:rPr>
      </w:pPr>
      <w:r w:rsidRPr="00DD42FE">
        <w:rPr>
          <w:sz w:val="24"/>
          <w:szCs w:val="18"/>
        </w:rPr>
        <w:t xml:space="preserve">Flexible Arbeitszeitmodelle und Remote-Arbeitsmöglichkeiten unterstützen </w:t>
      </w:r>
      <w:r w:rsidR="00043890">
        <w:rPr>
          <w:sz w:val="24"/>
          <w:szCs w:val="18"/>
        </w:rPr>
        <w:t>insbesondere</w:t>
      </w:r>
      <w:r w:rsidR="002C0D5A">
        <w:rPr>
          <w:sz w:val="24"/>
          <w:szCs w:val="18"/>
        </w:rPr>
        <w:t xml:space="preserve"> Mütter dabei</w:t>
      </w:r>
      <w:r w:rsidR="00021273">
        <w:rPr>
          <w:sz w:val="24"/>
          <w:szCs w:val="18"/>
        </w:rPr>
        <w:t>,</w:t>
      </w:r>
      <w:r w:rsidR="002C0D5A">
        <w:rPr>
          <w:sz w:val="24"/>
          <w:szCs w:val="18"/>
        </w:rPr>
        <w:t xml:space="preserve"> Familie und Beruf zu vereinen</w:t>
      </w:r>
      <w:r w:rsidRPr="00DD42FE">
        <w:rPr>
          <w:sz w:val="24"/>
          <w:szCs w:val="18"/>
        </w:rPr>
        <w:t>. Das Unternehmen bietet zudem Deutschkurse für ausländische Mitarbeiter*innen und hat eine Anlaufstelle für Diskriminierungsbeschwerden eingerichtet.</w:t>
      </w:r>
    </w:p>
    <w:p w14:paraId="63E9AE82" w14:textId="77777777" w:rsidR="00DD42FE" w:rsidRPr="00DD42FE" w:rsidRDefault="00DD42FE" w:rsidP="00DD42FE">
      <w:pPr>
        <w:pStyle w:val="berschrift1"/>
        <w:rPr>
          <w:sz w:val="24"/>
          <w:szCs w:val="18"/>
        </w:rPr>
      </w:pPr>
      <w:r w:rsidRPr="00DD42FE">
        <w:rPr>
          <w:sz w:val="24"/>
          <w:szCs w:val="18"/>
        </w:rPr>
        <w:t>TOTAL E-QUALITY freut sich auf die weitere Zusammenarbeit und auf eine erneute Bewerbung der TEAM GmbH im Jahr 2027.</w:t>
      </w:r>
    </w:p>
    <w:p w14:paraId="2B030F17" w14:textId="77777777" w:rsidR="00DD42FE" w:rsidRDefault="00DD42FE" w:rsidP="000F17A6"/>
    <w:p w14:paraId="3AECBC02" w14:textId="77777777" w:rsidR="008B3AE2" w:rsidRDefault="008B3AE2" w:rsidP="008B3AE2">
      <w:pPr>
        <w:ind w:left="-142"/>
      </w:pPr>
    </w:p>
    <w:p w14:paraId="547C1561" w14:textId="77777777" w:rsidR="00043890" w:rsidRDefault="00043890" w:rsidP="008B3AE2">
      <w:pPr>
        <w:ind w:left="-142"/>
      </w:pPr>
    </w:p>
    <w:p w14:paraId="2248D1EE" w14:textId="77777777" w:rsidR="00043890" w:rsidRDefault="00043890" w:rsidP="008B3AE2">
      <w:pPr>
        <w:ind w:left="-142"/>
      </w:pPr>
    </w:p>
    <w:p w14:paraId="472BFDCC" w14:textId="77777777" w:rsidR="00043890" w:rsidRDefault="00043890" w:rsidP="008B3AE2">
      <w:pPr>
        <w:ind w:left="-142"/>
      </w:pPr>
    </w:p>
    <w:p w14:paraId="26F55F16" w14:textId="77777777" w:rsidR="008B3AE2" w:rsidRPr="00116FD3" w:rsidRDefault="008B3AE2" w:rsidP="008B3AE2">
      <w:pPr>
        <w:ind w:left="-142"/>
      </w:pPr>
    </w:p>
    <w:p w14:paraId="2E4D97F9" w14:textId="3B321F6A" w:rsidR="0042195D" w:rsidRPr="000F17A6" w:rsidRDefault="0042195D" w:rsidP="000F17A6">
      <w:pPr>
        <w:pStyle w:val="Inhaltsangabe"/>
      </w:pPr>
      <w:r w:rsidRPr="000F17A6">
        <w:t>(</w:t>
      </w:r>
      <w:r w:rsidR="00C070DB">
        <w:t>1</w:t>
      </w:r>
      <w:r w:rsidR="00B475C1">
        <w:t>.</w:t>
      </w:r>
      <w:r w:rsidR="00C070DB">
        <w:t>0</w:t>
      </w:r>
      <w:r w:rsidR="00B475C1">
        <w:t>57</w:t>
      </w:r>
      <w:r w:rsidR="00C070DB">
        <w:t xml:space="preserve"> </w:t>
      </w:r>
      <w:r w:rsidRPr="000F17A6">
        <w:t xml:space="preserve">Zeichen inkl. Leerzeichen) </w:t>
      </w:r>
    </w:p>
    <w:p w14:paraId="71CC0225" w14:textId="77777777" w:rsidR="008B3AE2" w:rsidRPr="0042195D" w:rsidRDefault="008B3AE2" w:rsidP="008B3AE2">
      <w:pPr>
        <w:pStyle w:val="EinfAbs"/>
        <w:spacing w:line="320" w:lineRule="atLeast"/>
        <w:ind w:left="-142"/>
        <w:jc w:val="left"/>
        <w:rPr>
          <w:rFonts w:asciiTheme="minorHAnsi" w:hAnsiTheme="minorHAnsi" w:cstheme="minorHAnsi"/>
          <w:sz w:val="18"/>
          <w:szCs w:val="18"/>
        </w:rPr>
      </w:pPr>
    </w:p>
    <w:p w14:paraId="3A7B4BB7" w14:textId="77777777" w:rsidR="00D902CF" w:rsidRDefault="00812890" w:rsidP="000F17A6">
      <w:pPr>
        <w:rPr>
          <w:b/>
          <w:bCs/>
        </w:rPr>
      </w:pPr>
      <w:r w:rsidRPr="000F17A6">
        <w:rPr>
          <w:b/>
          <w:bCs/>
        </w:rPr>
        <w:t>Bildmaterial</w:t>
      </w:r>
      <w:r w:rsidR="008B3AE2" w:rsidRPr="000F17A6">
        <w:rPr>
          <w:b/>
          <w:bCs/>
        </w:rPr>
        <w:t>:</w:t>
      </w:r>
    </w:p>
    <w:p w14:paraId="0147EA6F" w14:textId="7F9C5568" w:rsidR="002C0D5A" w:rsidRDefault="002C0D5A" w:rsidP="000F17A6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3DB73D0B" wp14:editId="28CFA3E5">
            <wp:extent cx="1809750" cy="1759706"/>
            <wp:effectExtent l="0" t="0" r="0" b="0"/>
            <wp:docPr id="1602347023" name="Grafik 1" descr="Ein Bild, das Kreis, Logo, Grafiken, Symbo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2347023" name="Grafik 1" descr="Ein Bild, das Kreis, Logo, Grafiken, Symbol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4540" cy="1764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noProof/>
        </w:rPr>
        <w:drawing>
          <wp:inline distT="0" distB="0" distL="0" distR="0" wp14:anchorId="2CCF5852" wp14:editId="2B8564B4">
            <wp:extent cx="1743075" cy="1135554"/>
            <wp:effectExtent l="0" t="0" r="0" b="7620"/>
            <wp:docPr id="988410667" name="Grafik 2" descr="Ein Bild, das Text, Schrift, Logo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410667" name="Grafik 2" descr="Ein Bild, das Text, Schrift, Logo, Grafiken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4019" cy="1136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D91F2" w14:textId="77777777" w:rsidR="002C0D5A" w:rsidRPr="000F17A6" w:rsidRDefault="002C0D5A" w:rsidP="000F17A6">
      <w:pPr>
        <w:rPr>
          <w:b/>
          <w:bCs/>
        </w:rPr>
      </w:pPr>
    </w:p>
    <w:p w14:paraId="27147224" w14:textId="77777777" w:rsidR="00EC3170" w:rsidRPr="008B3AE2" w:rsidRDefault="00B2114D" w:rsidP="008B3AE2">
      <w:pPr>
        <w:pStyle w:val="EinfAbs"/>
        <w:spacing w:line="336" w:lineRule="auto"/>
        <w:ind w:left="-142"/>
        <w:jc w:val="left"/>
        <w:rPr>
          <w:rFonts w:asciiTheme="minorHAnsi" w:hAnsiTheme="minorHAnsi" w:cstheme="minorHAnsi"/>
          <w:b/>
        </w:rPr>
      </w:pPr>
      <w:r w:rsidRPr="0042195D">
        <w:rPr>
          <w:rFonts w:asciiTheme="minorHAnsi" w:hAnsiTheme="minorHAnsi" w:cstheme="minorHAnsi"/>
        </w:rPr>
        <w:t>________________________________________________________________</w:t>
      </w:r>
    </w:p>
    <w:p w14:paraId="566B8D91" w14:textId="77777777" w:rsidR="00EC3170" w:rsidRPr="0042195D" w:rsidRDefault="00EC3170" w:rsidP="000F17A6">
      <w:r w:rsidRPr="0042195D">
        <w:t>Über TEAM</w:t>
      </w:r>
    </w:p>
    <w:p w14:paraId="7722E03E" w14:textId="77777777" w:rsidR="00EC3170" w:rsidRPr="0042195D" w:rsidRDefault="00EC3170" w:rsidP="000F17A6">
      <w:pPr>
        <w:rPr>
          <w:sz w:val="20"/>
          <w:szCs w:val="20"/>
        </w:rPr>
      </w:pPr>
      <w:r w:rsidRPr="0042195D">
        <w:rPr>
          <w:sz w:val="20"/>
          <w:szCs w:val="20"/>
        </w:rPr>
        <w:t>Das IT-Unternehmen TEAM GmbH mit Sitz in Paderborn, ist einer der führenden Oracle-Partner in Deutschland und bedient zwei Geschäftsfelder:</w:t>
      </w:r>
    </w:p>
    <w:p w14:paraId="1001B24C" w14:textId="77777777" w:rsidR="00EC3170" w:rsidRPr="000F17A6" w:rsidRDefault="00EC3170" w:rsidP="000F17A6">
      <w:pPr>
        <w:pStyle w:val="Listenabsatz"/>
        <w:numPr>
          <w:ilvl w:val="0"/>
          <w:numId w:val="19"/>
        </w:numPr>
        <w:rPr>
          <w:sz w:val="20"/>
          <w:szCs w:val="20"/>
        </w:rPr>
      </w:pPr>
      <w:r w:rsidRPr="000F17A6">
        <w:rPr>
          <w:sz w:val="20"/>
          <w:szCs w:val="20"/>
        </w:rPr>
        <w:t xml:space="preserve">Mit dem eigenentwickelten Warehouse Management System ProStore® setzt </w:t>
      </w:r>
      <w:proofErr w:type="gramStart"/>
      <w:r w:rsidRPr="000F17A6">
        <w:rPr>
          <w:sz w:val="20"/>
          <w:szCs w:val="20"/>
        </w:rPr>
        <w:t>TEAM Trends</w:t>
      </w:r>
      <w:proofErr w:type="gramEnd"/>
      <w:r w:rsidRPr="000F17A6">
        <w:rPr>
          <w:sz w:val="20"/>
          <w:szCs w:val="20"/>
        </w:rPr>
        <w:t xml:space="preserve"> zum Aufbau innovativer Logistik 4.0-Systeme. ProStore</w:t>
      </w:r>
      <w:r w:rsidRPr="000F17A6">
        <w:rPr>
          <w:sz w:val="20"/>
          <w:szCs w:val="20"/>
          <w:vertAlign w:val="superscript"/>
        </w:rPr>
        <w:t>®</w:t>
      </w:r>
      <w:r w:rsidRPr="000F17A6">
        <w:rPr>
          <w:sz w:val="20"/>
          <w:szCs w:val="20"/>
        </w:rPr>
        <w:t xml:space="preserve"> steht u. a. für Materialflusssteuerung und Automatisierung, Cloud Services, Mobile Devices, KPI, Pick-</w:t>
      </w:r>
      <w:proofErr w:type="spellStart"/>
      <w:r w:rsidRPr="000F17A6">
        <w:rPr>
          <w:sz w:val="20"/>
          <w:szCs w:val="20"/>
        </w:rPr>
        <w:t>by</w:t>
      </w:r>
      <w:proofErr w:type="spellEnd"/>
      <w:r w:rsidRPr="000F17A6">
        <w:rPr>
          <w:sz w:val="20"/>
          <w:szCs w:val="20"/>
        </w:rPr>
        <w:t xml:space="preserve">-Voice, Rückverfolgbarkeit, Staplerleitsystem, Dock | Yard Management, Virtual Reality etc. Mehr unter </w:t>
      </w:r>
      <w:hyperlink r:id="rId10" w:history="1">
        <w:r w:rsidRPr="000F17A6">
          <w:rPr>
            <w:rStyle w:val="Hyperlink"/>
            <w:rFonts w:asciiTheme="minorHAnsi" w:eastAsiaTheme="majorEastAsia" w:hAnsiTheme="minorHAnsi" w:cstheme="minorHAnsi"/>
            <w:sz w:val="20"/>
            <w:szCs w:val="20"/>
          </w:rPr>
          <w:t>https://www.team-pb.de/intralogistik/</w:t>
        </w:r>
      </w:hyperlink>
      <w:r w:rsidRPr="000F17A6">
        <w:rPr>
          <w:sz w:val="20"/>
          <w:szCs w:val="20"/>
        </w:rPr>
        <w:t xml:space="preserve"> </w:t>
      </w:r>
    </w:p>
    <w:p w14:paraId="2C21C62F" w14:textId="77777777" w:rsidR="00EC3170" w:rsidRPr="000F17A6" w:rsidRDefault="00EC3170" w:rsidP="000F17A6">
      <w:pPr>
        <w:pStyle w:val="Listenabsatz"/>
        <w:numPr>
          <w:ilvl w:val="0"/>
          <w:numId w:val="19"/>
        </w:numPr>
        <w:rPr>
          <w:sz w:val="20"/>
          <w:szCs w:val="20"/>
        </w:rPr>
      </w:pPr>
      <w:r w:rsidRPr="000F17A6">
        <w:rPr>
          <w:sz w:val="20"/>
          <w:szCs w:val="20"/>
        </w:rPr>
        <w:t xml:space="preserve">Als langjähriger Oracle-Partner verfügt TEAM über die bestmögliche Qualifizierung, um Kunden rund um </w:t>
      </w:r>
      <w:r w:rsidR="00FF1DD4" w:rsidRPr="000F17A6">
        <w:rPr>
          <w:sz w:val="20"/>
          <w:szCs w:val="20"/>
        </w:rPr>
        <w:t xml:space="preserve">KI- sowie </w:t>
      </w:r>
      <w:r w:rsidRPr="000F17A6">
        <w:rPr>
          <w:sz w:val="20"/>
          <w:szCs w:val="20"/>
        </w:rPr>
        <w:t xml:space="preserve">Oracle-Themen wie Lizenzierung, Consulting, Cloud-Dienstleistungen, Individualentwicklung, Migration und Schulung zur Seite zu stehen. Mehr unter </w:t>
      </w:r>
      <w:hyperlink r:id="rId11" w:history="1">
        <w:r w:rsidRPr="000F17A6">
          <w:rPr>
            <w:rStyle w:val="Hyperlink"/>
            <w:rFonts w:asciiTheme="minorHAnsi" w:eastAsiaTheme="majorEastAsia" w:hAnsiTheme="minorHAnsi" w:cstheme="minorHAnsi"/>
            <w:sz w:val="20"/>
            <w:szCs w:val="20"/>
          </w:rPr>
          <w:t>https://www.team-pb.de/oracle/</w:t>
        </w:r>
      </w:hyperlink>
    </w:p>
    <w:p w14:paraId="26BCB1DF" w14:textId="436AE3A2" w:rsidR="00EC3170" w:rsidRDefault="00EC3170" w:rsidP="000F17A6">
      <w:pPr>
        <w:rPr>
          <w:sz w:val="20"/>
          <w:szCs w:val="20"/>
        </w:rPr>
      </w:pPr>
      <w:r w:rsidRPr="0042195D">
        <w:rPr>
          <w:sz w:val="20"/>
          <w:szCs w:val="20"/>
        </w:rPr>
        <w:t xml:space="preserve">Renommierte Unternehmen aus Industrie, Handel und Dienstleistung gehören zu den langjährigen Kunden. Die TEAM GmbH wurde 1982 in Paderborn gegründet und beschäftigt </w:t>
      </w:r>
      <w:r w:rsidR="002C0D5A">
        <w:rPr>
          <w:sz w:val="20"/>
          <w:szCs w:val="20"/>
        </w:rPr>
        <w:t>100</w:t>
      </w:r>
      <w:r w:rsidR="00E509A5" w:rsidRPr="0042195D">
        <w:rPr>
          <w:sz w:val="20"/>
          <w:szCs w:val="20"/>
        </w:rPr>
        <w:t xml:space="preserve"> </w:t>
      </w:r>
      <w:r w:rsidRPr="0042195D">
        <w:rPr>
          <w:sz w:val="20"/>
          <w:szCs w:val="20"/>
        </w:rPr>
        <w:t xml:space="preserve">Mitarbeiter*innen. TEAM ist ein Mitglied der Materna-Gruppe. </w:t>
      </w:r>
    </w:p>
    <w:p w14:paraId="65D139C1" w14:textId="77777777" w:rsidR="00635F41" w:rsidRPr="0042195D" w:rsidRDefault="00635F41" w:rsidP="000F17A6">
      <w:pPr>
        <w:rPr>
          <w:sz w:val="20"/>
          <w:szCs w:val="20"/>
        </w:rPr>
      </w:pPr>
    </w:p>
    <w:p w14:paraId="300085B7" w14:textId="77777777" w:rsidR="00EC3170" w:rsidRPr="000F17A6" w:rsidRDefault="00EC3170" w:rsidP="000F17A6">
      <w:pPr>
        <w:rPr>
          <w:b/>
          <w:bCs/>
          <w:sz w:val="18"/>
          <w:szCs w:val="18"/>
        </w:rPr>
      </w:pPr>
      <w:r w:rsidRPr="000F17A6">
        <w:rPr>
          <w:b/>
          <w:bCs/>
          <w:sz w:val="18"/>
          <w:szCs w:val="18"/>
        </w:rPr>
        <w:t>Pressekontakt</w:t>
      </w:r>
    </w:p>
    <w:p w14:paraId="1F167ED2" w14:textId="77777777" w:rsidR="00EC3170" w:rsidRPr="0042195D" w:rsidRDefault="00EC3170" w:rsidP="000F17A6">
      <w:pPr>
        <w:rPr>
          <w:sz w:val="18"/>
          <w:szCs w:val="18"/>
        </w:rPr>
      </w:pPr>
      <w:r w:rsidRPr="0042195D">
        <w:rPr>
          <w:sz w:val="18"/>
          <w:szCs w:val="18"/>
        </w:rPr>
        <w:t>Brigitte Hobusch</w:t>
      </w:r>
      <w:r w:rsidR="008B3AE2">
        <w:rPr>
          <w:sz w:val="18"/>
          <w:szCs w:val="18"/>
        </w:rPr>
        <w:br/>
        <w:t>Senior Marketing Managerin</w:t>
      </w:r>
    </w:p>
    <w:p w14:paraId="3D0C00C0" w14:textId="77777777" w:rsidR="00EC3170" w:rsidRPr="0042195D" w:rsidRDefault="00EC3170" w:rsidP="000F17A6">
      <w:pPr>
        <w:rPr>
          <w:sz w:val="18"/>
          <w:szCs w:val="18"/>
        </w:rPr>
      </w:pPr>
      <w:r w:rsidRPr="0042195D">
        <w:rPr>
          <w:sz w:val="18"/>
          <w:szCs w:val="18"/>
        </w:rPr>
        <w:t>TEAM GmbH</w:t>
      </w:r>
      <w:r w:rsidR="008B3AE2">
        <w:rPr>
          <w:sz w:val="18"/>
          <w:szCs w:val="18"/>
        </w:rPr>
        <w:br/>
      </w:r>
      <w:r w:rsidRPr="0042195D">
        <w:rPr>
          <w:sz w:val="18"/>
          <w:szCs w:val="18"/>
        </w:rPr>
        <w:t>Hermann-Löns-Straße 88</w:t>
      </w:r>
      <w:r w:rsidR="008B3AE2">
        <w:rPr>
          <w:sz w:val="18"/>
          <w:szCs w:val="18"/>
        </w:rPr>
        <w:br/>
      </w:r>
      <w:r w:rsidRPr="0042195D">
        <w:rPr>
          <w:sz w:val="18"/>
          <w:szCs w:val="18"/>
        </w:rPr>
        <w:t>33104 Paderborn</w:t>
      </w:r>
    </w:p>
    <w:p w14:paraId="71F1CDE5" w14:textId="58827B7F" w:rsidR="00591E23" w:rsidRPr="0042195D" w:rsidRDefault="00EC3170" w:rsidP="00E35857">
      <w:pPr>
        <w:rPr>
          <w:rFonts w:asciiTheme="minorHAnsi" w:hAnsiTheme="minorHAnsi" w:cstheme="minorHAnsi"/>
          <w:sz w:val="18"/>
          <w:szCs w:val="18"/>
          <w:lang w:val="en-US"/>
        </w:rPr>
      </w:pPr>
      <w:proofErr w:type="gramStart"/>
      <w:r w:rsidRPr="0042195D">
        <w:rPr>
          <w:sz w:val="18"/>
          <w:szCs w:val="18"/>
        </w:rPr>
        <w:t xml:space="preserve">Fon  </w:t>
      </w:r>
      <w:r w:rsidRPr="0042195D">
        <w:rPr>
          <w:sz w:val="18"/>
          <w:szCs w:val="18"/>
        </w:rPr>
        <w:tab/>
      </w:r>
      <w:proofErr w:type="gramEnd"/>
      <w:r w:rsidRPr="0042195D">
        <w:rPr>
          <w:sz w:val="18"/>
          <w:szCs w:val="18"/>
        </w:rPr>
        <w:t>+49 52 54 80 08-52</w:t>
      </w:r>
      <w:r w:rsidR="008B3AE2">
        <w:rPr>
          <w:sz w:val="18"/>
          <w:szCs w:val="18"/>
        </w:rPr>
        <w:br/>
      </w:r>
      <w:r w:rsidRPr="0042195D">
        <w:rPr>
          <w:sz w:val="18"/>
          <w:szCs w:val="18"/>
          <w:lang w:val="en-US"/>
        </w:rPr>
        <w:t xml:space="preserve">Fax  </w:t>
      </w:r>
      <w:r w:rsidRPr="0042195D">
        <w:rPr>
          <w:sz w:val="18"/>
          <w:szCs w:val="18"/>
          <w:lang w:val="en-US"/>
        </w:rPr>
        <w:tab/>
        <w:t>+49 52 54 80 08-19</w:t>
      </w:r>
      <w:r w:rsidR="008B3AE2">
        <w:rPr>
          <w:sz w:val="18"/>
          <w:szCs w:val="18"/>
        </w:rPr>
        <w:br/>
      </w:r>
      <w:r w:rsidRPr="0042195D">
        <w:rPr>
          <w:sz w:val="18"/>
          <w:szCs w:val="18"/>
          <w:lang w:val="en-US"/>
        </w:rPr>
        <w:t xml:space="preserve">Mail </w:t>
      </w:r>
      <w:r w:rsidRPr="0042195D">
        <w:rPr>
          <w:sz w:val="18"/>
          <w:szCs w:val="18"/>
          <w:lang w:val="en-US"/>
        </w:rPr>
        <w:tab/>
      </w:r>
      <w:hyperlink r:id="rId12" w:history="1">
        <w:r w:rsidRPr="0042195D">
          <w:rPr>
            <w:rStyle w:val="Hyperlink"/>
            <w:rFonts w:asciiTheme="minorHAnsi" w:eastAsiaTheme="majorEastAsia" w:hAnsiTheme="minorHAnsi" w:cstheme="minorHAnsi"/>
            <w:sz w:val="18"/>
            <w:szCs w:val="18"/>
            <w:lang w:val="en-US"/>
          </w:rPr>
          <w:t>marketing@team-pb.de</w:t>
        </w:r>
      </w:hyperlink>
      <w:r w:rsidRPr="0042195D">
        <w:rPr>
          <w:sz w:val="18"/>
          <w:szCs w:val="18"/>
          <w:lang w:val="en-US"/>
        </w:rPr>
        <w:t xml:space="preserve"> </w:t>
      </w:r>
      <w:r w:rsidR="008B3AE2">
        <w:rPr>
          <w:sz w:val="18"/>
          <w:szCs w:val="18"/>
        </w:rPr>
        <w:br/>
      </w:r>
      <w:r w:rsidRPr="0042195D">
        <w:rPr>
          <w:sz w:val="18"/>
          <w:szCs w:val="18"/>
          <w:lang w:val="en-US"/>
        </w:rPr>
        <w:t xml:space="preserve">Web  </w:t>
      </w:r>
      <w:r w:rsidRPr="0042195D">
        <w:rPr>
          <w:sz w:val="18"/>
          <w:szCs w:val="18"/>
          <w:lang w:val="en-US"/>
        </w:rPr>
        <w:tab/>
      </w:r>
      <w:hyperlink r:id="rId13" w:history="1">
        <w:r w:rsidRPr="0042195D">
          <w:rPr>
            <w:rStyle w:val="Hyperlink"/>
            <w:rFonts w:asciiTheme="minorHAnsi" w:eastAsiaTheme="majorEastAsia" w:hAnsiTheme="minorHAnsi" w:cstheme="minorHAnsi"/>
            <w:sz w:val="18"/>
            <w:szCs w:val="18"/>
            <w:lang w:val="en-US"/>
          </w:rPr>
          <w:t>www.team-pb.de</w:t>
        </w:r>
      </w:hyperlink>
    </w:p>
    <w:sectPr w:rsidR="00591E23" w:rsidRPr="0042195D" w:rsidSect="00BD071F">
      <w:headerReference w:type="default" r:id="rId14"/>
      <w:footerReference w:type="default" r:id="rId15"/>
      <w:pgSz w:w="11906" w:h="16838" w:code="9"/>
      <w:pgMar w:top="2892" w:right="1133" w:bottom="1276" w:left="1418" w:header="624" w:footer="401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F8C0A" w14:textId="77777777" w:rsidR="00DD42FE" w:rsidRDefault="00DD42FE">
      <w:r>
        <w:separator/>
      </w:r>
    </w:p>
  </w:endnote>
  <w:endnote w:type="continuationSeparator" w:id="0">
    <w:p w14:paraId="12C89811" w14:textId="77777777" w:rsidR="00DD42FE" w:rsidRDefault="00DD4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31C2A" w14:textId="77777777" w:rsidR="004D6692" w:rsidRDefault="003D7E0E">
    <w:pPr>
      <w:pStyle w:val="Fuzeile"/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45E0686" wp14:editId="262CF7CE">
              <wp:simplePos x="0" y="0"/>
              <wp:positionH relativeFrom="column">
                <wp:posOffset>-380365</wp:posOffset>
              </wp:positionH>
              <wp:positionV relativeFrom="paragraph">
                <wp:posOffset>-50165</wp:posOffset>
              </wp:positionV>
              <wp:extent cx="6438900" cy="231140"/>
              <wp:effectExtent l="635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38900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E42ED8" w14:textId="77777777" w:rsidR="004D6692" w:rsidRPr="00D6734D" w:rsidRDefault="004D6692" w:rsidP="00706191">
                          <w:pPr>
                            <w:jc w:val="center"/>
                            <w:rPr>
                              <w:rFonts w:cs="Calibri"/>
                              <w:sz w:val="18"/>
                            </w:rPr>
                          </w:pPr>
                          <w:r w:rsidRPr="00D6734D">
                            <w:rPr>
                              <w:rFonts w:cs="Calibri"/>
                              <w:sz w:val="18"/>
                            </w:rPr>
                            <w:t xml:space="preserve">TEAM </w:t>
                          </w:r>
                          <w:proofErr w:type="gramStart"/>
                          <w:r w:rsidRPr="00D6734D">
                            <w:rPr>
                              <w:rFonts w:cs="Calibri"/>
                              <w:sz w:val="18"/>
                            </w:rPr>
                            <w:t>GmbH  |</w:t>
                          </w:r>
                          <w:proofErr w:type="gramEnd"/>
                          <w:r w:rsidRPr="00D6734D">
                            <w:rPr>
                              <w:rFonts w:cs="Calibri"/>
                              <w:sz w:val="18"/>
                            </w:rPr>
                            <w:t xml:space="preserve">  Hermann-Löns-Str. 88  |  33104 Paderborn  |  www.team-pb.de  |  Fon: 05254 8008-0  |  team@team-pb.de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45E068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29.95pt;margin-top:-3.95pt;width:507pt;height:18.2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" stroked="f">
              <v:textbox style="mso-fit-shape-to-text:t">
                <w:txbxContent>
                  <w:p w14:paraId="40E42ED8" w14:textId="77777777" w:rsidR="004D6692" w:rsidRPr="00D6734D" w:rsidRDefault="004D6692" w:rsidP="00706191">
                    <w:pPr>
                      <w:jc w:val="center"/>
                      <w:rPr>
                        <w:rFonts w:cs="Calibri"/>
                        <w:sz w:val="18"/>
                      </w:rPr>
                    </w:pPr>
                    <w:r w:rsidRPr="00D6734D">
                      <w:rPr>
                        <w:rFonts w:cs="Calibri"/>
                        <w:sz w:val="18"/>
                      </w:rPr>
                      <w:t xml:space="preserve">TEAM </w:t>
                    </w:r>
                    <w:proofErr w:type="gramStart"/>
                    <w:r w:rsidRPr="00D6734D">
                      <w:rPr>
                        <w:rFonts w:cs="Calibri"/>
                        <w:sz w:val="18"/>
                      </w:rPr>
                      <w:t>GmbH  |</w:t>
                    </w:r>
                    <w:proofErr w:type="gramEnd"/>
                    <w:r w:rsidRPr="00D6734D">
                      <w:rPr>
                        <w:rFonts w:cs="Calibri"/>
                        <w:sz w:val="18"/>
                      </w:rPr>
                      <w:t xml:space="preserve">  Hermann-Löns-Str. 88  |  33104 Paderborn  |  www.team-pb.de  |  Fon: 05254 8008-0  |  team@team-pb.de</w:t>
                    </w:r>
                  </w:p>
                </w:txbxContent>
              </v:textbox>
            </v:shape>
          </w:pict>
        </mc:Fallback>
      </mc:AlternateContent>
    </w:r>
    <w:r w:rsidR="004D6692">
      <w:rPr>
        <w:sz w:val="16"/>
      </w:rPr>
      <w:tab/>
    </w:r>
    <w:r w:rsidR="004D6692">
      <w:rPr>
        <w:sz w:val="16"/>
      </w:rPr>
      <w:tab/>
    </w:r>
    <w:r w:rsidR="004D6692" w:rsidRPr="00252334">
      <w:rPr>
        <w:vanish/>
        <w:sz w:val="16"/>
      </w:rPr>
      <w:t>Qmha00/02 V1.2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82CD83" w14:textId="77777777" w:rsidR="00DD42FE" w:rsidRDefault="00DD42FE">
      <w:r>
        <w:separator/>
      </w:r>
    </w:p>
  </w:footnote>
  <w:footnote w:type="continuationSeparator" w:id="0">
    <w:p w14:paraId="4977036D" w14:textId="77777777" w:rsidR="00DD42FE" w:rsidRDefault="00DD4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89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8897"/>
    </w:tblGrid>
    <w:tr w:rsidR="004D6692" w14:paraId="7F792260" w14:textId="77777777" w:rsidTr="00AF0FCA">
      <w:trPr>
        <w:trHeight w:hRule="exact" w:val="1701"/>
      </w:trPr>
      <w:tc>
        <w:tcPr>
          <w:tcW w:w="8897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52DF767" w14:textId="77777777" w:rsidR="004D6692" w:rsidRPr="00C85E89" w:rsidRDefault="003D7E0E" w:rsidP="008B3AE2">
          <w:pPr>
            <w:pStyle w:val="Titel"/>
            <w:ind w:left="-142"/>
            <w:jc w:val="right"/>
            <w:rPr>
              <w:rFonts w:cs="Calibri"/>
              <w:lang w:val="de-DE" w:eastAsia="de-DE"/>
            </w:rPr>
          </w:pPr>
          <w:r>
            <w:rPr>
              <w:noProof/>
              <w:lang w:val="de-DE" w:eastAsia="de-DE"/>
            </w:rPr>
            <w:drawing>
              <wp:anchor distT="0" distB="0" distL="114300" distR="114300" simplePos="0" relativeHeight="251657728" behindDoc="0" locked="0" layoutInCell="1" allowOverlap="1" wp14:anchorId="5600EB0F" wp14:editId="7C4672F7">
                <wp:simplePos x="0" y="0"/>
                <wp:positionH relativeFrom="column">
                  <wp:posOffset>-67310</wp:posOffset>
                </wp:positionH>
                <wp:positionV relativeFrom="paragraph">
                  <wp:posOffset>46355</wp:posOffset>
                </wp:positionV>
                <wp:extent cx="1257300" cy="819150"/>
                <wp:effectExtent l="0" t="0" r="0" b="0"/>
                <wp:wrapNone/>
                <wp:docPr id="2055183054" name="Grafik 2055183054" descr="TEAM-Logo 10-100-80-0 Ihr Partner für I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0" descr="TEAM-Logo 10-100-80-0 Ihr Partner für I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8191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cs="Calibri"/>
              <w:noProof/>
              <w:lang w:val="de-DE" w:eastAsia="en-US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35B569BD" wp14:editId="0BA642D1">
                    <wp:simplePos x="0" y="0"/>
                    <wp:positionH relativeFrom="column">
                      <wp:posOffset>3381375</wp:posOffset>
                    </wp:positionH>
                    <wp:positionV relativeFrom="paragraph">
                      <wp:posOffset>241935</wp:posOffset>
                    </wp:positionV>
                    <wp:extent cx="2381885" cy="525780"/>
                    <wp:effectExtent l="0" t="3810" r="0" b="3810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81885" cy="525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2B6B5C" w14:textId="6791DB47" w:rsidR="004D6692" w:rsidRPr="00AF0FCA" w:rsidRDefault="004D6692" w:rsidP="00AF0FCA">
                                <w:pPr>
                                  <w:jc w:val="right"/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rFonts w:cs="Calibri"/>
                                    <w:sz w:val="28"/>
                                  </w:rPr>
                                  <w:t>Pressemitteilung</w:t>
                                </w:r>
                                <w:r>
                                  <w:rPr>
                                    <w:rFonts w:cs="Calibri"/>
                                    <w:sz w:val="28"/>
                                  </w:rPr>
                                  <w:br/>
                                </w:r>
                                <w:r w:rsidR="00E81D64">
                                  <w:rPr>
                                    <w:rFonts w:cs="Calibri"/>
                                    <w:sz w:val="28"/>
                                  </w:rPr>
                                  <w:t>Juli</w:t>
                                </w:r>
                                <w:r w:rsidR="00FF1DD4">
                                  <w:rPr>
                                    <w:rFonts w:cs="Calibri"/>
                                    <w:sz w:val="28"/>
                                  </w:rPr>
                                  <w:t xml:space="preserve"> 2024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35B569B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266.25pt;margin-top:19.05pt;width:187.55pt;height:41.4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" stroked="f">
                    <v:textbox style="mso-fit-shape-to-text:t">
                      <w:txbxContent>
                        <w:p w14:paraId="262B6B5C" w14:textId="6791DB47" w:rsidR="004D6692" w:rsidRPr="00AF0FCA" w:rsidRDefault="004D6692" w:rsidP="00AF0FCA">
                          <w:pPr>
                            <w:jc w:val="right"/>
                            <w:rPr>
                              <w:sz w:val="28"/>
                            </w:rPr>
                          </w:pPr>
                          <w:r>
                            <w:rPr>
                              <w:rFonts w:cs="Calibri"/>
                              <w:sz w:val="28"/>
                            </w:rPr>
                            <w:t>Pressemitteilung</w:t>
                          </w:r>
                          <w:r>
                            <w:rPr>
                              <w:rFonts w:cs="Calibri"/>
                              <w:sz w:val="28"/>
                            </w:rPr>
                            <w:br/>
                          </w:r>
                          <w:r w:rsidR="00E81D64">
                            <w:rPr>
                              <w:rFonts w:cs="Calibri"/>
                              <w:sz w:val="28"/>
                            </w:rPr>
                            <w:t>Juli</w:t>
                          </w:r>
                          <w:r w:rsidR="00FF1DD4">
                            <w:rPr>
                              <w:rFonts w:cs="Calibri"/>
                              <w:sz w:val="28"/>
                            </w:rPr>
                            <w:t xml:space="preserve"> 2024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4D6692" w:rsidRPr="00C85E89">
            <w:rPr>
              <w:rFonts w:cs="Calibri"/>
              <w:lang w:val="de-DE" w:eastAsia="de-DE"/>
            </w:rPr>
            <w:br/>
          </w:r>
        </w:p>
      </w:tc>
    </w:tr>
  </w:tbl>
  <w:p w14:paraId="6528B5BB" w14:textId="77777777" w:rsidR="004D6692" w:rsidRDefault="004D6692" w:rsidP="00EF6A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27EE25CA"/>
    <w:lvl w:ilvl="0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1717441"/>
    <w:multiLevelType w:val="multilevel"/>
    <w:tmpl w:val="FA4821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44D7EDE"/>
    <w:multiLevelType w:val="hybridMultilevel"/>
    <w:tmpl w:val="B9E4E19A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674B1B"/>
    <w:multiLevelType w:val="multilevel"/>
    <w:tmpl w:val="670EE7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0546E13"/>
    <w:multiLevelType w:val="hybridMultilevel"/>
    <w:tmpl w:val="2460BF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34E25"/>
    <w:multiLevelType w:val="multilevel"/>
    <w:tmpl w:val="670EE7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4255AB9"/>
    <w:multiLevelType w:val="multilevel"/>
    <w:tmpl w:val="88521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85386C"/>
    <w:multiLevelType w:val="hybridMultilevel"/>
    <w:tmpl w:val="7F94E2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347124"/>
    <w:multiLevelType w:val="hybridMultilevel"/>
    <w:tmpl w:val="9E8E33C6"/>
    <w:lvl w:ilvl="0" w:tplc="0407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9" w15:restartNumberingAfterBreak="0">
    <w:nsid w:val="4C9E1004"/>
    <w:multiLevelType w:val="hybridMultilevel"/>
    <w:tmpl w:val="386295A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D4131A"/>
    <w:multiLevelType w:val="hybridMultilevel"/>
    <w:tmpl w:val="0590E048"/>
    <w:lvl w:ilvl="0" w:tplc="0407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11" w15:restartNumberingAfterBreak="0">
    <w:nsid w:val="4E206EDC"/>
    <w:multiLevelType w:val="multilevel"/>
    <w:tmpl w:val="7CFE8972"/>
    <w:lvl w:ilvl="0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52C92906"/>
    <w:multiLevelType w:val="multilevel"/>
    <w:tmpl w:val="2EDABCA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5C1142DB"/>
    <w:multiLevelType w:val="hybridMultilevel"/>
    <w:tmpl w:val="3B105440"/>
    <w:lvl w:ilvl="0" w:tplc="04070001">
      <w:start w:val="1"/>
      <w:numFmt w:val="bullet"/>
      <w:lvlText w:val=""/>
      <w:lvlJc w:val="left"/>
      <w:pPr>
        <w:ind w:left="62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14" w15:restartNumberingAfterBreak="0">
    <w:nsid w:val="63B14B6C"/>
    <w:multiLevelType w:val="multilevel"/>
    <w:tmpl w:val="7CFE8972"/>
    <w:lvl w:ilvl="0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641E2383"/>
    <w:multiLevelType w:val="hybridMultilevel"/>
    <w:tmpl w:val="2C70279E"/>
    <w:lvl w:ilvl="0" w:tplc="50203F0A">
      <w:start w:val="1"/>
      <w:numFmt w:val="bullet"/>
      <w:pStyle w:val="Aufzhlung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1D4E6D"/>
    <w:multiLevelType w:val="multilevel"/>
    <w:tmpl w:val="FA4821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7AFA1129"/>
    <w:multiLevelType w:val="hybridMultilevel"/>
    <w:tmpl w:val="17AEE35E"/>
    <w:lvl w:ilvl="0" w:tplc="F984F2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3185946">
    <w:abstractNumId w:val="0"/>
  </w:num>
  <w:num w:numId="2" w16cid:durableId="1111585498">
    <w:abstractNumId w:val="15"/>
  </w:num>
  <w:num w:numId="3" w16cid:durableId="1076708432">
    <w:abstractNumId w:val="17"/>
  </w:num>
  <w:num w:numId="4" w16cid:durableId="512458555">
    <w:abstractNumId w:val="11"/>
  </w:num>
  <w:num w:numId="5" w16cid:durableId="1558394962">
    <w:abstractNumId w:val="14"/>
  </w:num>
  <w:num w:numId="6" w16cid:durableId="612371202">
    <w:abstractNumId w:val="16"/>
  </w:num>
  <w:num w:numId="7" w16cid:durableId="1083335476">
    <w:abstractNumId w:val="1"/>
  </w:num>
  <w:num w:numId="8" w16cid:durableId="867379663">
    <w:abstractNumId w:val="5"/>
  </w:num>
  <w:num w:numId="9" w16cid:durableId="56633688">
    <w:abstractNumId w:val="0"/>
  </w:num>
  <w:num w:numId="10" w16cid:durableId="952513411">
    <w:abstractNumId w:val="12"/>
  </w:num>
  <w:num w:numId="11" w16cid:durableId="766266941">
    <w:abstractNumId w:val="3"/>
  </w:num>
  <w:num w:numId="12" w16cid:durableId="578289840">
    <w:abstractNumId w:val="7"/>
  </w:num>
  <w:num w:numId="13" w16cid:durableId="1100293574">
    <w:abstractNumId w:val="9"/>
  </w:num>
  <w:num w:numId="14" w16cid:durableId="1153451250">
    <w:abstractNumId w:val="2"/>
  </w:num>
  <w:num w:numId="15" w16cid:durableId="1882743302">
    <w:abstractNumId w:val="10"/>
  </w:num>
  <w:num w:numId="16" w16cid:durableId="931662963">
    <w:abstractNumId w:val="13"/>
  </w:num>
  <w:num w:numId="17" w16cid:durableId="58597633">
    <w:abstractNumId w:val="6"/>
  </w:num>
  <w:num w:numId="18" w16cid:durableId="2016687532">
    <w:abstractNumId w:val="8"/>
  </w:num>
  <w:num w:numId="19" w16cid:durableId="1133332174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2FE"/>
    <w:rsid w:val="00000661"/>
    <w:rsid w:val="00002A01"/>
    <w:rsid w:val="00015B39"/>
    <w:rsid w:val="000164A6"/>
    <w:rsid w:val="00020368"/>
    <w:rsid w:val="00021273"/>
    <w:rsid w:val="000229C3"/>
    <w:rsid w:val="00031582"/>
    <w:rsid w:val="00032FEF"/>
    <w:rsid w:val="000332A7"/>
    <w:rsid w:val="00043478"/>
    <w:rsid w:val="00043890"/>
    <w:rsid w:val="0004548D"/>
    <w:rsid w:val="000462F1"/>
    <w:rsid w:val="0007210B"/>
    <w:rsid w:val="00081DC2"/>
    <w:rsid w:val="00082D9A"/>
    <w:rsid w:val="00084263"/>
    <w:rsid w:val="00086B62"/>
    <w:rsid w:val="000872B0"/>
    <w:rsid w:val="000A7F15"/>
    <w:rsid w:val="000B3B2F"/>
    <w:rsid w:val="000B4C9C"/>
    <w:rsid w:val="000B5360"/>
    <w:rsid w:val="000C1DD2"/>
    <w:rsid w:val="000C3A87"/>
    <w:rsid w:val="000C4078"/>
    <w:rsid w:val="000C4C49"/>
    <w:rsid w:val="000D3891"/>
    <w:rsid w:val="000E0052"/>
    <w:rsid w:val="000E0B81"/>
    <w:rsid w:val="000F17A6"/>
    <w:rsid w:val="000F2599"/>
    <w:rsid w:val="00107CE3"/>
    <w:rsid w:val="00107E69"/>
    <w:rsid w:val="00107F93"/>
    <w:rsid w:val="00114ED1"/>
    <w:rsid w:val="00116D39"/>
    <w:rsid w:val="00116FD3"/>
    <w:rsid w:val="001202B2"/>
    <w:rsid w:val="00132E46"/>
    <w:rsid w:val="001520D5"/>
    <w:rsid w:val="00160480"/>
    <w:rsid w:val="0016314C"/>
    <w:rsid w:val="001633E1"/>
    <w:rsid w:val="00167742"/>
    <w:rsid w:val="00181DD3"/>
    <w:rsid w:val="001837B7"/>
    <w:rsid w:val="00183AB2"/>
    <w:rsid w:val="00190159"/>
    <w:rsid w:val="0019185F"/>
    <w:rsid w:val="001953C3"/>
    <w:rsid w:val="001978CC"/>
    <w:rsid w:val="001A2B66"/>
    <w:rsid w:val="001A6C9A"/>
    <w:rsid w:val="001B1EB3"/>
    <w:rsid w:val="001B550E"/>
    <w:rsid w:val="001C09F2"/>
    <w:rsid w:val="001C2434"/>
    <w:rsid w:val="001C4454"/>
    <w:rsid w:val="001C46A9"/>
    <w:rsid w:val="001C532A"/>
    <w:rsid w:val="001C73F6"/>
    <w:rsid w:val="001F5CE5"/>
    <w:rsid w:val="001F6FA3"/>
    <w:rsid w:val="002018E5"/>
    <w:rsid w:val="00211688"/>
    <w:rsid w:val="0021416A"/>
    <w:rsid w:val="002158B5"/>
    <w:rsid w:val="002158CF"/>
    <w:rsid w:val="002160CD"/>
    <w:rsid w:val="00230514"/>
    <w:rsid w:val="00230BD0"/>
    <w:rsid w:val="00231867"/>
    <w:rsid w:val="002323FA"/>
    <w:rsid w:val="00252334"/>
    <w:rsid w:val="002544DF"/>
    <w:rsid w:val="00263C94"/>
    <w:rsid w:val="002668C0"/>
    <w:rsid w:val="002757C4"/>
    <w:rsid w:val="002831FA"/>
    <w:rsid w:val="00291CA2"/>
    <w:rsid w:val="00295402"/>
    <w:rsid w:val="002B2CE9"/>
    <w:rsid w:val="002C0D5A"/>
    <w:rsid w:val="002C5942"/>
    <w:rsid w:val="002D54C5"/>
    <w:rsid w:val="002E053D"/>
    <w:rsid w:val="002E4007"/>
    <w:rsid w:val="002F6231"/>
    <w:rsid w:val="003046A5"/>
    <w:rsid w:val="0030717F"/>
    <w:rsid w:val="003072F6"/>
    <w:rsid w:val="00314920"/>
    <w:rsid w:val="003404FF"/>
    <w:rsid w:val="0034447D"/>
    <w:rsid w:val="00347678"/>
    <w:rsid w:val="00347BB1"/>
    <w:rsid w:val="003513ED"/>
    <w:rsid w:val="003514AF"/>
    <w:rsid w:val="00363FBF"/>
    <w:rsid w:val="0036658C"/>
    <w:rsid w:val="00371A9B"/>
    <w:rsid w:val="00373C3F"/>
    <w:rsid w:val="00384185"/>
    <w:rsid w:val="003855ED"/>
    <w:rsid w:val="00392097"/>
    <w:rsid w:val="00394B52"/>
    <w:rsid w:val="00394CAA"/>
    <w:rsid w:val="003A08A2"/>
    <w:rsid w:val="003A5692"/>
    <w:rsid w:val="003A7999"/>
    <w:rsid w:val="003B4F5E"/>
    <w:rsid w:val="003B52E7"/>
    <w:rsid w:val="003D7E0E"/>
    <w:rsid w:val="003E731B"/>
    <w:rsid w:val="003F0C40"/>
    <w:rsid w:val="00405EEB"/>
    <w:rsid w:val="00410446"/>
    <w:rsid w:val="004204EC"/>
    <w:rsid w:val="0042195D"/>
    <w:rsid w:val="0043498F"/>
    <w:rsid w:val="004531C9"/>
    <w:rsid w:val="00463CFB"/>
    <w:rsid w:val="0047283E"/>
    <w:rsid w:val="004752E3"/>
    <w:rsid w:val="00477BBC"/>
    <w:rsid w:val="0048392B"/>
    <w:rsid w:val="00483D53"/>
    <w:rsid w:val="00490A05"/>
    <w:rsid w:val="00492438"/>
    <w:rsid w:val="00494D2F"/>
    <w:rsid w:val="00494F73"/>
    <w:rsid w:val="004A3DDB"/>
    <w:rsid w:val="004B07FB"/>
    <w:rsid w:val="004B31AE"/>
    <w:rsid w:val="004B37D3"/>
    <w:rsid w:val="004B391E"/>
    <w:rsid w:val="004D0B1C"/>
    <w:rsid w:val="004D6692"/>
    <w:rsid w:val="004D6699"/>
    <w:rsid w:val="004E3026"/>
    <w:rsid w:val="004E319F"/>
    <w:rsid w:val="004F2A3C"/>
    <w:rsid w:val="004F411C"/>
    <w:rsid w:val="00500876"/>
    <w:rsid w:val="00504029"/>
    <w:rsid w:val="005066EB"/>
    <w:rsid w:val="00507C3F"/>
    <w:rsid w:val="00524996"/>
    <w:rsid w:val="0055594F"/>
    <w:rsid w:val="00562776"/>
    <w:rsid w:val="00565425"/>
    <w:rsid w:val="00574E75"/>
    <w:rsid w:val="0057535D"/>
    <w:rsid w:val="005815FA"/>
    <w:rsid w:val="005832FB"/>
    <w:rsid w:val="00584E9D"/>
    <w:rsid w:val="005861E4"/>
    <w:rsid w:val="00590A67"/>
    <w:rsid w:val="00591E23"/>
    <w:rsid w:val="00595222"/>
    <w:rsid w:val="00596A1E"/>
    <w:rsid w:val="005A58E9"/>
    <w:rsid w:val="005A6C9D"/>
    <w:rsid w:val="005A7CE8"/>
    <w:rsid w:val="005C11C9"/>
    <w:rsid w:val="005C16AB"/>
    <w:rsid w:val="005C249E"/>
    <w:rsid w:val="005C350D"/>
    <w:rsid w:val="005C6805"/>
    <w:rsid w:val="005C77B1"/>
    <w:rsid w:val="005D3296"/>
    <w:rsid w:val="005D52F6"/>
    <w:rsid w:val="005E0EF9"/>
    <w:rsid w:val="005E2F32"/>
    <w:rsid w:val="005E3A91"/>
    <w:rsid w:val="005E450F"/>
    <w:rsid w:val="00600241"/>
    <w:rsid w:val="00602A2A"/>
    <w:rsid w:val="0060339C"/>
    <w:rsid w:val="0060453D"/>
    <w:rsid w:val="00623BFC"/>
    <w:rsid w:val="00630166"/>
    <w:rsid w:val="006314A9"/>
    <w:rsid w:val="00632F90"/>
    <w:rsid w:val="00633B74"/>
    <w:rsid w:val="00635F41"/>
    <w:rsid w:val="006404B2"/>
    <w:rsid w:val="0064066C"/>
    <w:rsid w:val="00647A66"/>
    <w:rsid w:val="00653D51"/>
    <w:rsid w:val="00660163"/>
    <w:rsid w:val="00677CA1"/>
    <w:rsid w:val="00681D0E"/>
    <w:rsid w:val="00683DC9"/>
    <w:rsid w:val="00685C23"/>
    <w:rsid w:val="006861EF"/>
    <w:rsid w:val="00687947"/>
    <w:rsid w:val="006934E4"/>
    <w:rsid w:val="006A2F76"/>
    <w:rsid w:val="006B375B"/>
    <w:rsid w:val="006B5463"/>
    <w:rsid w:val="006C0E9C"/>
    <w:rsid w:val="006C133A"/>
    <w:rsid w:val="006C1971"/>
    <w:rsid w:val="006D3855"/>
    <w:rsid w:val="006F1AE3"/>
    <w:rsid w:val="0070180D"/>
    <w:rsid w:val="0070219A"/>
    <w:rsid w:val="00706191"/>
    <w:rsid w:val="00712546"/>
    <w:rsid w:val="00730DA3"/>
    <w:rsid w:val="0073150E"/>
    <w:rsid w:val="007459E0"/>
    <w:rsid w:val="007552B5"/>
    <w:rsid w:val="0075580B"/>
    <w:rsid w:val="007568A6"/>
    <w:rsid w:val="00757CF0"/>
    <w:rsid w:val="007660D7"/>
    <w:rsid w:val="00767DBD"/>
    <w:rsid w:val="00767F59"/>
    <w:rsid w:val="00775336"/>
    <w:rsid w:val="00776969"/>
    <w:rsid w:val="0077702D"/>
    <w:rsid w:val="00782886"/>
    <w:rsid w:val="007830B5"/>
    <w:rsid w:val="00786D0E"/>
    <w:rsid w:val="00787F20"/>
    <w:rsid w:val="0079037B"/>
    <w:rsid w:val="007A6A75"/>
    <w:rsid w:val="007B60E3"/>
    <w:rsid w:val="007C487E"/>
    <w:rsid w:val="007D4A68"/>
    <w:rsid w:val="007E108C"/>
    <w:rsid w:val="007F4907"/>
    <w:rsid w:val="007F5B23"/>
    <w:rsid w:val="00807285"/>
    <w:rsid w:val="00812890"/>
    <w:rsid w:val="00813FEE"/>
    <w:rsid w:val="00815FD3"/>
    <w:rsid w:val="008163D9"/>
    <w:rsid w:val="00827DBF"/>
    <w:rsid w:val="0083393F"/>
    <w:rsid w:val="00835FF9"/>
    <w:rsid w:val="00841437"/>
    <w:rsid w:val="00841CB8"/>
    <w:rsid w:val="00850832"/>
    <w:rsid w:val="00852A9D"/>
    <w:rsid w:val="00854A89"/>
    <w:rsid w:val="00855B79"/>
    <w:rsid w:val="00861508"/>
    <w:rsid w:val="008617E5"/>
    <w:rsid w:val="00863393"/>
    <w:rsid w:val="008802E6"/>
    <w:rsid w:val="0088228E"/>
    <w:rsid w:val="00882462"/>
    <w:rsid w:val="00883268"/>
    <w:rsid w:val="00890D86"/>
    <w:rsid w:val="00891F9B"/>
    <w:rsid w:val="008A2279"/>
    <w:rsid w:val="008B3AE2"/>
    <w:rsid w:val="008B5D2F"/>
    <w:rsid w:val="008B6DA1"/>
    <w:rsid w:val="008C0D9E"/>
    <w:rsid w:val="008C29EE"/>
    <w:rsid w:val="008E114E"/>
    <w:rsid w:val="008E1228"/>
    <w:rsid w:val="008E303B"/>
    <w:rsid w:val="008E7349"/>
    <w:rsid w:val="008F224D"/>
    <w:rsid w:val="0090535E"/>
    <w:rsid w:val="0091355D"/>
    <w:rsid w:val="0091758F"/>
    <w:rsid w:val="00936ECD"/>
    <w:rsid w:val="009519F0"/>
    <w:rsid w:val="00952225"/>
    <w:rsid w:val="00957C63"/>
    <w:rsid w:val="00966AAB"/>
    <w:rsid w:val="009713D4"/>
    <w:rsid w:val="00977431"/>
    <w:rsid w:val="00980E6C"/>
    <w:rsid w:val="009827C8"/>
    <w:rsid w:val="00987400"/>
    <w:rsid w:val="00996ED1"/>
    <w:rsid w:val="009B10EC"/>
    <w:rsid w:val="009B1C4D"/>
    <w:rsid w:val="009C4198"/>
    <w:rsid w:val="009C49FE"/>
    <w:rsid w:val="009D6758"/>
    <w:rsid w:val="009D6E34"/>
    <w:rsid w:val="00A001E6"/>
    <w:rsid w:val="00A00B5A"/>
    <w:rsid w:val="00A037C7"/>
    <w:rsid w:val="00A03A14"/>
    <w:rsid w:val="00A13F24"/>
    <w:rsid w:val="00A1441E"/>
    <w:rsid w:val="00A16681"/>
    <w:rsid w:val="00A400BD"/>
    <w:rsid w:val="00A442F9"/>
    <w:rsid w:val="00A46729"/>
    <w:rsid w:val="00A46C25"/>
    <w:rsid w:val="00A46EA2"/>
    <w:rsid w:val="00A56199"/>
    <w:rsid w:val="00A56681"/>
    <w:rsid w:val="00A6489F"/>
    <w:rsid w:val="00A763B9"/>
    <w:rsid w:val="00A77287"/>
    <w:rsid w:val="00A90C7C"/>
    <w:rsid w:val="00A93615"/>
    <w:rsid w:val="00A94DAE"/>
    <w:rsid w:val="00A94FCD"/>
    <w:rsid w:val="00AA15D2"/>
    <w:rsid w:val="00AA3A63"/>
    <w:rsid w:val="00AB03DA"/>
    <w:rsid w:val="00AB0AB4"/>
    <w:rsid w:val="00AB1119"/>
    <w:rsid w:val="00AB1C40"/>
    <w:rsid w:val="00AB3755"/>
    <w:rsid w:val="00AB587D"/>
    <w:rsid w:val="00AC1EF4"/>
    <w:rsid w:val="00AC661F"/>
    <w:rsid w:val="00AC73F2"/>
    <w:rsid w:val="00AD7518"/>
    <w:rsid w:val="00AE083C"/>
    <w:rsid w:val="00AE099D"/>
    <w:rsid w:val="00AE6990"/>
    <w:rsid w:val="00AF0FCA"/>
    <w:rsid w:val="00AF35BD"/>
    <w:rsid w:val="00AF3872"/>
    <w:rsid w:val="00AF40E0"/>
    <w:rsid w:val="00B02851"/>
    <w:rsid w:val="00B16609"/>
    <w:rsid w:val="00B200E6"/>
    <w:rsid w:val="00B2114D"/>
    <w:rsid w:val="00B23CA9"/>
    <w:rsid w:val="00B240A4"/>
    <w:rsid w:val="00B309DB"/>
    <w:rsid w:val="00B327D8"/>
    <w:rsid w:val="00B34087"/>
    <w:rsid w:val="00B425E0"/>
    <w:rsid w:val="00B475C1"/>
    <w:rsid w:val="00B47968"/>
    <w:rsid w:val="00B505C6"/>
    <w:rsid w:val="00B50A6A"/>
    <w:rsid w:val="00B5249A"/>
    <w:rsid w:val="00B54DBA"/>
    <w:rsid w:val="00B64C09"/>
    <w:rsid w:val="00B85B34"/>
    <w:rsid w:val="00B866C0"/>
    <w:rsid w:val="00B872E2"/>
    <w:rsid w:val="00BA1C35"/>
    <w:rsid w:val="00BA6C64"/>
    <w:rsid w:val="00BB3167"/>
    <w:rsid w:val="00BC08A3"/>
    <w:rsid w:val="00BC1DB2"/>
    <w:rsid w:val="00BC3B5A"/>
    <w:rsid w:val="00BD071F"/>
    <w:rsid w:val="00BD4B56"/>
    <w:rsid w:val="00BD4D6F"/>
    <w:rsid w:val="00BD58E3"/>
    <w:rsid w:val="00BD7337"/>
    <w:rsid w:val="00BD7ADC"/>
    <w:rsid w:val="00C04A4C"/>
    <w:rsid w:val="00C06061"/>
    <w:rsid w:val="00C070DB"/>
    <w:rsid w:val="00C2735B"/>
    <w:rsid w:val="00C33CEF"/>
    <w:rsid w:val="00C37D80"/>
    <w:rsid w:val="00C425F8"/>
    <w:rsid w:val="00C504DB"/>
    <w:rsid w:val="00C51AA8"/>
    <w:rsid w:val="00C51DCF"/>
    <w:rsid w:val="00C668AC"/>
    <w:rsid w:val="00C66B70"/>
    <w:rsid w:val="00C71F5A"/>
    <w:rsid w:val="00C744D9"/>
    <w:rsid w:val="00C801E1"/>
    <w:rsid w:val="00C8035F"/>
    <w:rsid w:val="00C85E89"/>
    <w:rsid w:val="00C86510"/>
    <w:rsid w:val="00C874A2"/>
    <w:rsid w:val="00C955DB"/>
    <w:rsid w:val="00CA3616"/>
    <w:rsid w:val="00CB4F5A"/>
    <w:rsid w:val="00CB7709"/>
    <w:rsid w:val="00CC489D"/>
    <w:rsid w:val="00CC765A"/>
    <w:rsid w:val="00CD0F52"/>
    <w:rsid w:val="00CD158A"/>
    <w:rsid w:val="00CF1D6C"/>
    <w:rsid w:val="00D12B51"/>
    <w:rsid w:val="00D31313"/>
    <w:rsid w:val="00D366EA"/>
    <w:rsid w:val="00D36F75"/>
    <w:rsid w:val="00D45F53"/>
    <w:rsid w:val="00D520E7"/>
    <w:rsid w:val="00D70903"/>
    <w:rsid w:val="00D902CF"/>
    <w:rsid w:val="00D9230A"/>
    <w:rsid w:val="00D957BD"/>
    <w:rsid w:val="00D96DB3"/>
    <w:rsid w:val="00D97BAF"/>
    <w:rsid w:val="00DA58DC"/>
    <w:rsid w:val="00DA7E13"/>
    <w:rsid w:val="00DC2E6C"/>
    <w:rsid w:val="00DC3419"/>
    <w:rsid w:val="00DC3FD8"/>
    <w:rsid w:val="00DC46A1"/>
    <w:rsid w:val="00DD42FE"/>
    <w:rsid w:val="00DE2CB8"/>
    <w:rsid w:val="00DF2DD6"/>
    <w:rsid w:val="00DF54C6"/>
    <w:rsid w:val="00DF62E0"/>
    <w:rsid w:val="00DF7CB3"/>
    <w:rsid w:val="00E055AE"/>
    <w:rsid w:val="00E06313"/>
    <w:rsid w:val="00E13C54"/>
    <w:rsid w:val="00E17A88"/>
    <w:rsid w:val="00E229A0"/>
    <w:rsid w:val="00E2604F"/>
    <w:rsid w:val="00E344F2"/>
    <w:rsid w:val="00E35857"/>
    <w:rsid w:val="00E42897"/>
    <w:rsid w:val="00E44AE3"/>
    <w:rsid w:val="00E44FFF"/>
    <w:rsid w:val="00E47AD5"/>
    <w:rsid w:val="00E509A5"/>
    <w:rsid w:val="00E5569F"/>
    <w:rsid w:val="00E57251"/>
    <w:rsid w:val="00E65720"/>
    <w:rsid w:val="00E76AEB"/>
    <w:rsid w:val="00E80156"/>
    <w:rsid w:val="00E80EB1"/>
    <w:rsid w:val="00E81D64"/>
    <w:rsid w:val="00E825C8"/>
    <w:rsid w:val="00E92A9F"/>
    <w:rsid w:val="00E93564"/>
    <w:rsid w:val="00E93DAB"/>
    <w:rsid w:val="00EA64FD"/>
    <w:rsid w:val="00EB0C72"/>
    <w:rsid w:val="00EC3170"/>
    <w:rsid w:val="00ED4429"/>
    <w:rsid w:val="00ED4F96"/>
    <w:rsid w:val="00EE3749"/>
    <w:rsid w:val="00EE650C"/>
    <w:rsid w:val="00EE659F"/>
    <w:rsid w:val="00EE766B"/>
    <w:rsid w:val="00EF0775"/>
    <w:rsid w:val="00EF2F18"/>
    <w:rsid w:val="00EF6A87"/>
    <w:rsid w:val="00F03A3E"/>
    <w:rsid w:val="00F05403"/>
    <w:rsid w:val="00F05E74"/>
    <w:rsid w:val="00F05F98"/>
    <w:rsid w:val="00F114C4"/>
    <w:rsid w:val="00F17C0D"/>
    <w:rsid w:val="00F3338E"/>
    <w:rsid w:val="00F423E0"/>
    <w:rsid w:val="00F42921"/>
    <w:rsid w:val="00F4319E"/>
    <w:rsid w:val="00F51E81"/>
    <w:rsid w:val="00F539F9"/>
    <w:rsid w:val="00F61614"/>
    <w:rsid w:val="00F67D4F"/>
    <w:rsid w:val="00F70937"/>
    <w:rsid w:val="00F73959"/>
    <w:rsid w:val="00F76051"/>
    <w:rsid w:val="00F77CF1"/>
    <w:rsid w:val="00F80A39"/>
    <w:rsid w:val="00F80FFE"/>
    <w:rsid w:val="00F81E7A"/>
    <w:rsid w:val="00F93688"/>
    <w:rsid w:val="00F94543"/>
    <w:rsid w:val="00FA5DB6"/>
    <w:rsid w:val="00FC6F69"/>
    <w:rsid w:val="00FC7E65"/>
    <w:rsid w:val="00FD1354"/>
    <w:rsid w:val="00FD6518"/>
    <w:rsid w:val="00FE5936"/>
    <w:rsid w:val="00FE78F6"/>
    <w:rsid w:val="00FF1DD4"/>
    <w:rsid w:val="00FF4AC6"/>
    <w:rsid w:val="00FF4FFF"/>
    <w:rsid w:val="00FF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F92FF"/>
  <w15:chartTrackingRefBased/>
  <w15:docId w15:val="{974A3CE5-6512-4FC9-B166-13B1C0475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1" w:qFormat="1"/>
    <w:lsdException w:name="heading 8" w:uiPriority="1" w:qFormat="1"/>
    <w:lsdException w:name="heading 9" w:uiPriority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uiPriority="0"/>
    <w:lsdException w:name="footnote text" w:semiHidden="1" w:uiPriority="5" w:unhideWhenUsed="1"/>
    <w:lsdException w:name="annotation text" w:semiHidden="1" w:unhideWhenUsed="1"/>
    <w:lsdException w:name="header" w:semiHidden="1" w:uiPriority="1" w:unhideWhenUsed="1"/>
    <w:lsdException w:name="footer" w:semiHidden="1" w:uiPriority="1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locked="1" w:semiHidden="1" w:unhideWhenUsed="1"/>
    <w:lsdException w:name="macro" w:semiHidden="1" w:unhideWhenUsed="1"/>
    <w:lsdException w:name="toa heading" w:locked="1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locked="1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uiPriority="31"/>
    <w:lsdException w:name="Medium List 2 Accent 1" w:uiPriority="66"/>
    <w:lsdException w:name="Medium Grid 1 Accent 1" w:uiPriority="67"/>
    <w:lsdException w:name="Medium Grid 2 Accent 1" w:locked="1" w:uiPriority="68"/>
    <w:lsdException w:name="Medium Grid 3 Accent 1" w:locked="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locked="1" w:uiPriority="64"/>
    <w:lsdException w:name="Medium List 1 Accent 2" w:uiPriority="65"/>
    <w:lsdException w:name="Medium List 2 Accent 2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locked="1" w:uiPriority="64"/>
    <w:lsdException w:name="Medium List 1 Accent 3" w:uiPriority="65"/>
    <w:lsdException w:name="Medium List 2 Accent 3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locked="1" w:uiPriority="64"/>
    <w:lsdException w:name="Medium List 1 Accent 4" w:uiPriority="65"/>
    <w:lsdException w:name="Medium List 2 Accent 4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locked="1" w:uiPriority="64"/>
    <w:lsdException w:name="Medium List 1 Accent 5" w:uiPriority="65"/>
    <w:lsdException w:name="Medium List 2 Accent 5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locked="1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locked="1" w:uiPriority="68"/>
    <w:lsdException w:name="Medium Grid 3 Accent 6" w:locked="1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uiPriority="21"/>
    <w:lsdException w:name="Subtle Reference" w:semiHidden="1" w:uiPriority="31" w:unhideWhenUsed="1" w:qFormat="1"/>
    <w:lsdException w:name="Intense Reference" w:uiPriority="32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B3AE2"/>
    <w:pPr>
      <w:spacing w:after="120" w:line="288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8B3AE2"/>
    <w:pPr>
      <w:keepNext/>
      <w:keepLines/>
      <w:overflowPunct w:val="0"/>
      <w:autoSpaceDE w:val="0"/>
      <w:autoSpaceDN w:val="0"/>
      <w:adjustRightInd w:val="0"/>
      <w:spacing w:before="240" w:after="240"/>
      <w:textAlignment w:val="baseline"/>
      <w:outlineLvl w:val="0"/>
    </w:pPr>
    <w:rPr>
      <w:kern w:val="28"/>
      <w:sz w:val="32"/>
    </w:rPr>
  </w:style>
  <w:style w:type="paragraph" w:styleId="berschrift2">
    <w:name w:val="heading 2"/>
    <w:basedOn w:val="berschrift1"/>
    <w:next w:val="Standard"/>
    <w:qFormat/>
    <w:rsid w:val="00677CA1"/>
    <w:pPr>
      <w:numPr>
        <w:ilvl w:val="1"/>
      </w:numPr>
      <w:spacing w:after="120"/>
      <w:outlineLvl w:val="1"/>
    </w:pPr>
  </w:style>
  <w:style w:type="paragraph" w:styleId="berschrift3">
    <w:name w:val="heading 3"/>
    <w:basedOn w:val="berschrift2"/>
    <w:next w:val="Standard"/>
    <w:qFormat/>
    <w:rsid w:val="00815FD3"/>
    <w:pPr>
      <w:numPr>
        <w:ilvl w:val="2"/>
      </w:numPr>
      <w:ind w:left="709" w:hanging="709"/>
      <w:outlineLvl w:val="2"/>
    </w:pPr>
  </w:style>
  <w:style w:type="paragraph" w:styleId="berschrift4">
    <w:name w:val="heading 4"/>
    <w:basedOn w:val="berschrift3"/>
    <w:next w:val="Standard"/>
    <w:unhideWhenUsed/>
    <w:qFormat/>
    <w:rsid w:val="00384185"/>
    <w:pPr>
      <w:numPr>
        <w:ilvl w:val="3"/>
      </w:numPr>
      <w:ind w:left="709" w:hanging="709"/>
      <w:outlineLvl w:val="3"/>
    </w:pPr>
  </w:style>
  <w:style w:type="paragraph" w:styleId="berschrift5">
    <w:name w:val="heading 5"/>
    <w:basedOn w:val="berschrift4"/>
    <w:next w:val="Standard"/>
    <w:unhideWhenUsed/>
    <w:qFormat/>
    <w:rsid w:val="00384185"/>
    <w:pPr>
      <w:numPr>
        <w:ilvl w:val="4"/>
      </w:numPr>
      <w:ind w:left="709" w:hanging="709"/>
      <w:outlineLvl w:val="4"/>
    </w:pPr>
  </w:style>
  <w:style w:type="paragraph" w:styleId="berschrift6">
    <w:name w:val="heading 6"/>
    <w:basedOn w:val="berschrift5"/>
    <w:next w:val="Standard"/>
    <w:unhideWhenUsed/>
    <w:qFormat/>
    <w:rsid w:val="00384185"/>
    <w:pPr>
      <w:numPr>
        <w:ilvl w:val="5"/>
      </w:numPr>
      <w:ind w:left="709" w:hanging="709"/>
      <w:outlineLvl w:val="5"/>
    </w:pPr>
  </w:style>
  <w:style w:type="paragraph" w:styleId="berschrift7">
    <w:name w:val="heading 7"/>
    <w:basedOn w:val="Standard"/>
    <w:next w:val="Standard"/>
    <w:uiPriority w:val="1"/>
    <w:unhideWhenUsed/>
    <w:qFormat/>
    <w:rsid w:val="00384185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berschrift8">
    <w:name w:val="heading 8"/>
    <w:basedOn w:val="Standard"/>
    <w:next w:val="Standard"/>
    <w:uiPriority w:val="1"/>
    <w:unhideWhenUsed/>
    <w:qFormat/>
    <w:rsid w:val="00384185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</w:rPr>
  </w:style>
  <w:style w:type="paragraph" w:styleId="berschrift9">
    <w:name w:val="heading 9"/>
    <w:basedOn w:val="Standard"/>
    <w:next w:val="Standard"/>
    <w:uiPriority w:val="1"/>
    <w:unhideWhenUsed/>
    <w:qFormat/>
    <w:rsid w:val="00384185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iPriority w:val="1"/>
    <w:rsid w:val="003841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1"/>
    <w:qFormat/>
    <w:rsid w:val="00384185"/>
    <w:pPr>
      <w:pBdr>
        <w:top w:val="single" w:sz="4" w:space="1" w:color="auto"/>
      </w:pBdr>
      <w:tabs>
        <w:tab w:val="left" w:pos="3969"/>
        <w:tab w:val="right" w:pos="8845"/>
      </w:tabs>
    </w:pPr>
    <w:rPr>
      <w:sz w:val="18"/>
      <w:szCs w:val="20"/>
      <w:lang w:val="x-none" w:eastAsia="x-none"/>
    </w:rPr>
  </w:style>
  <w:style w:type="character" w:styleId="Seitenzahl">
    <w:name w:val="page number"/>
    <w:basedOn w:val="Absatz-Standardschriftart"/>
    <w:semiHidden/>
    <w:rsid w:val="00384185"/>
  </w:style>
  <w:style w:type="paragraph" w:styleId="Verzeichnis1">
    <w:name w:val="toc 1"/>
    <w:next w:val="Standard"/>
    <w:uiPriority w:val="39"/>
    <w:rsid w:val="00384185"/>
    <w:pPr>
      <w:tabs>
        <w:tab w:val="left" w:pos="454"/>
        <w:tab w:val="right" w:leader="dot" w:pos="8845"/>
      </w:tabs>
      <w:overflowPunct w:val="0"/>
      <w:autoSpaceDE w:val="0"/>
      <w:autoSpaceDN w:val="0"/>
      <w:adjustRightInd w:val="0"/>
      <w:spacing w:before="240"/>
      <w:ind w:left="454" w:hanging="454"/>
      <w:textAlignment w:val="baseline"/>
    </w:pPr>
    <w:rPr>
      <w:noProof/>
      <w:sz w:val="22"/>
      <w:szCs w:val="22"/>
    </w:rPr>
  </w:style>
  <w:style w:type="paragraph" w:styleId="Verzeichnis2">
    <w:name w:val="toc 2"/>
    <w:basedOn w:val="Verzeichnis1"/>
    <w:next w:val="Standard"/>
    <w:uiPriority w:val="39"/>
    <w:rsid w:val="00384185"/>
    <w:pPr>
      <w:tabs>
        <w:tab w:val="clear" w:pos="454"/>
        <w:tab w:val="left" w:pos="1134"/>
      </w:tabs>
      <w:ind w:left="1020" w:hanging="510"/>
    </w:pPr>
  </w:style>
  <w:style w:type="paragraph" w:styleId="Verzeichnis3">
    <w:name w:val="toc 3"/>
    <w:basedOn w:val="Verzeichnis2"/>
    <w:next w:val="Standard"/>
    <w:uiPriority w:val="39"/>
    <w:rsid w:val="00384185"/>
    <w:pPr>
      <w:tabs>
        <w:tab w:val="left" w:pos="1985"/>
      </w:tabs>
      <w:ind w:left="1984" w:hanging="907"/>
    </w:pPr>
  </w:style>
  <w:style w:type="paragraph" w:styleId="Verzeichnis4">
    <w:name w:val="toc 4"/>
    <w:basedOn w:val="Verzeichnis3"/>
    <w:next w:val="Standard"/>
    <w:uiPriority w:val="3"/>
    <w:rsid w:val="00384185"/>
    <w:pPr>
      <w:ind w:left="720"/>
    </w:pPr>
  </w:style>
  <w:style w:type="paragraph" w:styleId="Verzeichnis5">
    <w:name w:val="toc 5"/>
    <w:basedOn w:val="Verzeichnis4"/>
    <w:next w:val="Standard"/>
    <w:semiHidden/>
    <w:rsid w:val="00384185"/>
    <w:pPr>
      <w:ind w:left="958"/>
    </w:pPr>
  </w:style>
  <w:style w:type="paragraph" w:styleId="Verzeichnis6">
    <w:name w:val="toc 6"/>
    <w:basedOn w:val="Verzeichnis5"/>
    <w:next w:val="Standard"/>
    <w:semiHidden/>
    <w:rsid w:val="00384185"/>
    <w:pPr>
      <w:ind w:left="1202"/>
    </w:pPr>
  </w:style>
  <w:style w:type="paragraph" w:styleId="Verzeichnis7">
    <w:name w:val="toc 7"/>
    <w:basedOn w:val="Verzeichnis6"/>
    <w:next w:val="Standard"/>
    <w:semiHidden/>
    <w:rsid w:val="00384185"/>
    <w:pPr>
      <w:ind w:left="1440"/>
    </w:pPr>
  </w:style>
  <w:style w:type="paragraph" w:styleId="Verzeichnis8">
    <w:name w:val="toc 8"/>
    <w:basedOn w:val="Standard"/>
    <w:next w:val="Standard"/>
    <w:semiHidden/>
    <w:rsid w:val="00384185"/>
    <w:pPr>
      <w:tabs>
        <w:tab w:val="right" w:pos="9071"/>
      </w:tabs>
      <w:overflowPunct w:val="0"/>
      <w:autoSpaceDE w:val="0"/>
      <w:autoSpaceDN w:val="0"/>
      <w:adjustRightInd w:val="0"/>
      <w:ind w:left="1680"/>
      <w:textAlignment w:val="baseline"/>
    </w:pPr>
  </w:style>
  <w:style w:type="paragraph" w:styleId="Verzeichnis9">
    <w:name w:val="toc 9"/>
    <w:basedOn w:val="Verzeichnis8"/>
    <w:next w:val="Standard"/>
    <w:semiHidden/>
    <w:rsid w:val="00384185"/>
    <w:pPr>
      <w:ind w:left="1920"/>
    </w:pPr>
  </w:style>
  <w:style w:type="paragraph" w:customStyle="1" w:styleId="Abbkrzung">
    <w:name w:val="Abbkürzung"/>
    <w:basedOn w:val="Standard"/>
    <w:semiHidden/>
    <w:unhideWhenUsed/>
    <w:rsid w:val="00384185"/>
    <w:pPr>
      <w:keepNext/>
      <w:tabs>
        <w:tab w:val="left" w:pos="1701"/>
      </w:tabs>
      <w:spacing w:before="120" w:line="240" w:lineRule="atLeast"/>
      <w:ind w:left="1701" w:hanging="1701"/>
      <w:jc w:val="both"/>
    </w:pPr>
  </w:style>
  <w:style w:type="paragraph" w:styleId="Funotentext">
    <w:name w:val="footnote text"/>
    <w:basedOn w:val="Standard"/>
    <w:link w:val="FunotentextZchn"/>
    <w:uiPriority w:val="5"/>
    <w:rsid w:val="00384185"/>
    <w:pPr>
      <w:overflowPunct w:val="0"/>
      <w:autoSpaceDE w:val="0"/>
      <w:autoSpaceDN w:val="0"/>
      <w:adjustRightInd w:val="0"/>
      <w:textAlignment w:val="baseline"/>
    </w:pPr>
    <w:rPr>
      <w:sz w:val="18"/>
      <w:szCs w:val="20"/>
      <w:lang w:val="x-none" w:eastAsia="x-none"/>
    </w:rPr>
  </w:style>
  <w:style w:type="character" w:customStyle="1" w:styleId="FunotentextZchn">
    <w:name w:val="Fußnotentext Zchn"/>
    <w:link w:val="Funotentext"/>
    <w:uiPriority w:val="5"/>
    <w:rsid w:val="00C51DCF"/>
    <w:rPr>
      <w:rFonts w:ascii="Arial" w:hAnsi="Arial"/>
      <w:sz w:val="18"/>
    </w:rPr>
  </w:style>
  <w:style w:type="character" w:styleId="Funotenzeichen">
    <w:name w:val="footnote reference"/>
    <w:uiPriority w:val="9"/>
    <w:unhideWhenUsed/>
    <w:qFormat/>
    <w:rsid w:val="00384185"/>
    <w:rPr>
      <w:sz w:val="18"/>
      <w:vertAlign w:val="superscript"/>
    </w:rPr>
  </w:style>
  <w:style w:type="paragraph" w:styleId="Titel">
    <w:name w:val="Title"/>
    <w:basedOn w:val="Standard"/>
    <w:next w:val="Standard"/>
    <w:link w:val="TitelZchn"/>
    <w:uiPriority w:val="10"/>
    <w:qFormat/>
    <w:rsid w:val="00384185"/>
    <w:p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b/>
      <w:bCs/>
      <w:kern w:val="28"/>
      <w:sz w:val="28"/>
      <w:szCs w:val="32"/>
      <w:lang w:val="x-none" w:eastAsia="x-none"/>
    </w:rPr>
  </w:style>
  <w:style w:type="character" w:customStyle="1" w:styleId="TitelZchn">
    <w:name w:val="Titel Zchn"/>
    <w:link w:val="Titel"/>
    <w:uiPriority w:val="10"/>
    <w:rsid w:val="00BC3B5A"/>
    <w:rPr>
      <w:rFonts w:ascii="Arial" w:hAnsi="Arial"/>
      <w:b/>
      <w:bCs/>
      <w:kern w:val="28"/>
      <w:sz w:val="28"/>
      <w:szCs w:val="32"/>
    </w:rPr>
  </w:style>
  <w:style w:type="character" w:styleId="Fett">
    <w:name w:val="Strong"/>
    <w:uiPriority w:val="22"/>
    <w:qFormat/>
    <w:rsid w:val="00BC3B5A"/>
    <w:rPr>
      <w:b/>
      <w:bCs/>
    </w:rPr>
  </w:style>
  <w:style w:type="character" w:customStyle="1" w:styleId="FuzeileZchn">
    <w:name w:val="Fußzeile Zchn"/>
    <w:link w:val="Fuzeile"/>
    <w:uiPriority w:val="1"/>
    <w:rsid w:val="00384185"/>
    <w:rPr>
      <w:rFonts w:ascii="Arial" w:hAnsi="Arial"/>
      <w:sz w:val="18"/>
    </w:rPr>
  </w:style>
  <w:style w:type="paragraph" w:customStyle="1" w:styleId="Aufzhlung1">
    <w:name w:val="Aufzählung1"/>
    <w:basedOn w:val="Standard"/>
    <w:uiPriority w:val="3"/>
    <w:rsid w:val="00384185"/>
    <w:pPr>
      <w:numPr>
        <w:numId w:val="2"/>
      </w:numPr>
    </w:pPr>
  </w:style>
  <w:style w:type="paragraph" w:customStyle="1" w:styleId="Aufzhlung2">
    <w:name w:val="Aufzählung2"/>
    <w:basedOn w:val="Aufzhlung1"/>
    <w:uiPriority w:val="3"/>
    <w:rsid w:val="00384185"/>
    <w:pPr>
      <w:numPr>
        <w:numId w:val="0"/>
      </w:numPr>
      <w:tabs>
        <w:tab w:val="left" w:pos="357"/>
      </w:tabs>
    </w:pPr>
  </w:style>
  <w:style w:type="paragraph" w:customStyle="1" w:styleId="Aufzhlung3">
    <w:name w:val="Aufzählung3"/>
    <w:basedOn w:val="Aufzhlung2"/>
    <w:uiPriority w:val="3"/>
    <w:rsid w:val="00384185"/>
  </w:style>
  <w:style w:type="paragraph" w:customStyle="1" w:styleId="Aufzhlung4">
    <w:name w:val="Aufzählung4"/>
    <w:basedOn w:val="Aufzhlung3"/>
    <w:uiPriority w:val="99"/>
    <w:unhideWhenUsed/>
    <w:rsid w:val="00384185"/>
  </w:style>
  <w:style w:type="paragraph" w:styleId="Aufzhlungszeichen">
    <w:name w:val="List Bullet"/>
    <w:basedOn w:val="Standard"/>
    <w:rsid w:val="00384185"/>
    <w:pPr>
      <w:ind w:left="283" w:hanging="283"/>
    </w:pPr>
  </w:style>
  <w:style w:type="paragraph" w:styleId="Beschriftung">
    <w:name w:val="caption"/>
    <w:basedOn w:val="Standard"/>
    <w:next w:val="Standard"/>
    <w:uiPriority w:val="35"/>
    <w:unhideWhenUsed/>
    <w:rsid w:val="00384185"/>
    <w:pPr>
      <w:spacing w:after="200"/>
    </w:pPr>
    <w:rPr>
      <w:b/>
      <w:bCs/>
      <w:sz w:val="18"/>
      <w:szCs w:val="18"/>
    </w:rPr>
  </w:style>
  <w:style w:type="character" w:customStyle="1" w:styleId="BesuchterHyperlink">
    <w:name w:val="BesuchterHyperlink"/>
    <w:uiPriority w:val="9"/>
    <w:unhideWhenUsed/>
    <w:rsid w:val="00384185"/>
    <w:rPr>
      <w:color w:val="632423"/>
      <w:u w:val="single"/>
    </w:rPr>
  </w:style>
  <w:style w:type="paragraph" w:styleId="Blocktext">
    <w:name w:val="Block Text"/>
    <w:basedOn w:val="Standard"/>
    <w:uiPriority w:val="99"/>
    <w:semiHidden/>
    <w:unhideWhenUsed/>
    <w:rsid w:val="00384185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iCs/>
      <w:color w:val="000000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384185"/>
    <w:rPr>
      <w:iCs/>
      <w:sz w:val="20"/>
      <w:szCs w:val="20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384185"/>
    <w:rPr>
      <w:rFonts w:ascii="Arial" w:hAnsi="Arial"/>
      <w:iCs/>
    </w:rPr>
  </w:style>
  <w:style w:type="character" w:styleId="Hyperlink">
    <w:name w:val="Hyperlink"/>
    <w:uiPriority w:val="99"/>
    <w:unhideWhenUsed/>
    <w:rsid w:val="00384185"/>
    <w:rPr>
      <w:color w:val="943634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84185"/>
    <w:pPr>
      <w:overflowPunct/>
      <w:autoSpaceDE/>
      <w:autoSpaceDN/>
      <w:adjustRightInd/>
      <w:spacing w:before="480" w:after="0"/>
      <w:textAlignment w:val="auto"/>
      <w:outlineLvl w:val="9"/>
    </w:pPr>
    <w:rPr>
      <w:rFonts w:ascii="Cambria" w:hAnsi="Cambria"/>
      <w:bCs/>
      <w:color w:val="000000"/>
      <w:kern w:val="0"/>
      <w:sz w:val="28"/>
      <w:szCs w:val="28"/>
    </w:rPr>
  </w:style>
  <w:style w:type="character" w:styleId="IntensiveHervorhebung">
    <w:name w:val="Intense Emphasis"/>
    <w:uiPriority w:val="21"/>
    <w:rsid w:val="00384185"/>
    <w:rPr>
      <w:b/>
      <w:bCs/>
      <w:i/>
      <w:iCs/>
      <w:color w:val="000000"/>
    </w:rPr>
  </w:style>
  <w:style w:type="character" w:styleId="IntensiverVerweis">
    <w:name w:val="Intense Reference"/>
    <w:uiPriority w:val="32"/>
    <w:rsid w:val="00384185"/>
    <w:rPr>
      <w:b/>
      <w:bCs/>
      <w:smallCaps/>
      <w:color w:val="C0504D"/>
      <w:spacing w:val="5"/>
      <w:u w:val="single"/>
    </w:rPr>
  </w:style>
  <w:style w:type="paragraph" w:customStyle="1" w:styleId="IntensivesAnfhrungszeichen">
    <w:name w:val="Intensives Anführungszeichen"/>
    <w:basedOn w:val="Standard"/>
    <w:next w:val="Standard"/>
    <w:link w:val="IntensivesAnfhrungszeichenZchn"/>
    <w:uiPriority w:val="31"/>
    <w:rsid w:val="00384185"/>
    <w:pPr>
      <w:pBdr>
        <w:bottom w:val="single" w:sz="4" w:space="4" w:color="C0504D"/>
      </w:pBdr>
      <w:spacing w:before="200" w:after="280"/>
      <w:ind w:left="936" w:right="936"/>
    </w:pPr>
    <w:rPr>
      <w:b/>
      <w:bCs/>
      <w:i/>
      <w:iCs/>
      <w:color w:val="C0504D"/>
      <w:sz w:val="20"/>
      <w:szCs w:val="20"/>
      <w:lang w:val="x-none" w:eastAsia="x-none"/>
    </w:rPr>
  </w:style>
  <w:style w:type="character" w:customStyle="1" w:styleId="IntensivesAnfhrungszeichenZchn">
    <w:name w:val="Intensives Anführungszeichen Zchn"/>
    <w:link w:val="IntensivesAnfhrungszeichen"/>
    <w:uiPriority w:val="31"/>
    <w:rsid w:val="00384185"/>
    <w:rPr>
      <w:rFonts w:ascii="Arial" w:hAnsi="Arial"/>
      <w:b/>
      <w:bCs/>
      <w:i/>
      <w:iCs/>
      <w:color w:val="C0504D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3841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134" w:hanging="1134"/>
    </w:pPr>
    <w:rPr>
      <w:rFonts w:ascii="Cambria" w:hAnsi="Cambria"/>
      <w:b/>
      <w:sz w:val="20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384185"/>
    <w:rPr>
      <w:rFonts w:ascii="Cambria" w:eastAsia="Times New Roman" w:hAnsi="Cambria" w:cs="Times New Roman"/>
      <w:b/>
      <w:szCs w:val="24"/>
    </w:rPr>
  </w:style>
  <w:style w:type="paragraph" w:styleId="StandardWeb">
    <w:name w:val="Normal (Web)"/>
    <w:basedOn w:val="Standard"/>
    <w:uiPriority w:val="99"/>
    <w:semiHidden/>
    <w:unhideWhenUsed/>
    <w:rsid w:val="00384185"/>
    <w:pPr>
      <w:overflowPunct w:val="0"/>
      <w:autoSpaceDE w:val="0"/>
      <w:autoSpaceDN w:val="0"/>
      <w:adjustRightInd w:val="0"/>
      <w:textAlignment w:val="baseline"/>
    </w:pPr>
    <w:rPr>
      <w:szCs w:val="24"/>
    </w:rPr>
  </w:style>
  <w:style w:type="paragraph" w:styleId="Standardeinzug">
    <w:name w:val="Normal Indent"/>
    <w:basedOn w:val="Standard"/>
    <w:rsid w:val="00384185"/>
    <w:pPr>
      <w:ind w:left="708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384185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b/>
      <w:sz w:val="24"/>
      <w:szCs w:val="24"/>
      <w:lang w:val="x-none" w:eastAsia="x-none"/>
    </w:rPr>
  </w:style>
  <w:style w:type="character" w:customStyle="1" w:styleId="UntertitelZchn">
    <w:name w:val="Untertitel Zchn"/>
    <w:link w:val="Untertitel"/>
    <w:uiPriority w:val="11"/>
    <w:rsid w:val="00384185"/>
    <w:rPr>
      <w:rFonts w:ascii="Arial" w:eastAsia="Times New Roman" w:hAnsi="Arial" w:cs="Times New Roman"/>
      <w:b/>
      <w:sz w:val="24"/>
      <w:szCs w:val="24"/>
    </w:rPr>
  </w:style>
  <w:style w:type="paragraph" w:styleId="Listenabsatz">
    <w:name w:val="List Paragraph"/>
    <w:basedOn w:val="Standard"/>
    <w:uiPriority w:val="34"/>
    <w:qFormat/>
    <w:rsid w:val="007459E0"/>
    <w:pPr>
      <w:ind w:left="720"/>
      <w:contextualSpacing/>
    </w:pPr>
  </w:style>
  <w:style w:type="character" w:styleId="Platzhaltertext">
    <w:name w:val="Placeholder Text"/>
    <w:uiPriority w:val="99"/>
    <w:semiHidden/>
    <w:locked/>
    <w:rsid w:val="00B309D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09DB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B309DB"/>
    <w:rPr>
      <w:rFonts w:ascii="Tahoma" w:hAnsi="Tahoma" w:cs="Tahoma"/>
      <w:sz w:val="16"/>
      <w:szCs w:val="16"/>
    </w:rPr>
  </w:style>
  <w:style w:type="paragraph" w:customStyle="1" w:styleId="EinfAbs">
    <w:name w:val="[Einf. Abs.]"/>
    <w:basedOn w:val="Standard"/>
    <w:uiPriority w:val="99"/>
    <w:rsid w:val="00591E23"/>
    <w:pPr>
      <w:autoSpaceDE w:val="0"/>
      <w:autoSpaceDN w:val="0"/>
      <w:adjustRightInd w:val="0"/>
      <w:spacing w:after="142"/>
      <w:jc w:val="both"/>
      <w:textAlignment w:val="center"/>
    </w:pPr>
    <w:rPr>
      <w:rFonts w:cs="Calibri"/>
      <w:color w:val="000000"/>
    </w:rPr>
  </w:style>
  <w:style w:type="character" w:customStyle="1" w:styleId="4Flietext">
    <w:name w:val="4 Fließtext"/>
    <w:uiPriority w:val="99"/>
    <w:rsid w:val="00591E23"/>
    <w:rPr>
      <w:rFonts w:ascii="Calibri" w:hAnsi="Calibri" w:cs="Calibri"/>
      <w:sz w:val="20"/>
      <w:szCs w:val="20"/>
    </w:rPr>
  </w:style>
  <w:style w:type="character" w:customStyle="1" w:styleId="5Flietextfett">
    <w:name w:val="5 Fließtext fett"/>
    <w:uiPriority w:val="99"/>
    <w:rsid w:val="00591E23"/>
    <w:rPr>
      <w:rFonts w:ascii="Calibri" w:hAnsi="Calibri" w:cs="Calibri"/>
      <w:b/>
      <w:bCs/>
      <w:sz w:val="20"/>
      <w:szCs w:val="20"/>
    </w:rPr>
  </w:style>
  <w:style w:type="paragraph" w:customStyle="1" w:styleId="Absatzformat1">
    <w:name w:val="Absatzformat 1"/>
    <w:basedOn w:val="Standard"/>
    <w:uiPriority w:val="99"/>
    <w:rsid w:val="00D70903"/>
    <w:pPr>
      <w:tabs>
        <w:tab w:val="left" w:pos="140"/>
      </w:tabs>
      <w:autoSpaceDE w:val="0"/>
      <w:autoSpaceDN w:val="0"/>
      <w:adjustRightInd w:val="0"/>
      <w:spacing w:after="113" w:line="240" w:lineRule="atLeast"/>
      <w:jc w:val="both"/>
      <w:textAlignment w:val="center"/>
    </w:pPr>
    <w:rPr>
      <w:rFonts w:cs="Calibri"/>
      <w:color w:val="000000"/>
      <w:sz w:val="20"/>
      <w:szCs w:val="20"/>
    </w:rPr>
  </w:style>
  <w:style w:type="character" w:customStyle="1" w:styleId="3Subline">
    <w:name w:val="3 Subline"/>
    <w:basedOn w:val="5Flietextfett"/>
    <w:uiPriority w:val="99"/>
    <w:rsid w:val="00D70903"/>
    <w:rPr>
      <w:rFonts w:ascii="Calibri" w:hAnsi="Calibri" w:cs="Calibri"/>
      <w:b/>
      <w:bCs/>
      <w:sz w:val="20"/>
      <w:szCs w:val="20"/>
    </w:rPr>
  </w:style>
  <w:style w:type="character" w:customStyle="1" w:styleId="7Bildunterschriftrot">
    <w:name w:val="7 Bildunterschrift rot"/>
    <w:uiPriority w:val="99"/>
    <w:rsid w:val="00E76AEB"/>
    <w:rPr>
      <w:rFonts w:ascii="Calibri" w:hAnsi="Calibri" w:cs="Calibri"/>
      <w:i/>
      <w:iCs/>
      <w:color w:val="F20032"/>
      <w:sz w:val="18"/>
      <w:szCs w:val="18"/>
    </w:rPr>
  </w:style>
  <w:style w:type="character" w:customStyle="1" w:styleId="7Bildunterschriftschwarz">
    <w:name w:val="7 Bildunterschrift schwarz"/>
    <w:uiPriority w:val="99"/>
    <w:rsid w:val="00E76AEB"/>
    <w:rPr>
      <w:rFonts w:ascii="Calibri" w:hAnsi="Calibri" w:cs="Calibri"/>
      <w:i/>
      <w:iCs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955D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"/>
    <w:semiHidden/>
    <w:unhideWhenUsed/>
    <w:rsid w:val="00E65720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E509A5"/>
    <w:rPr>
      <w:sz w:val="22"/>
      <w:szCs w:val="22"/>
    </w:rPr>
  </w:style>
  <w:style w:type="paragraph" w:customStyle="1" w:styleId="6Aufzhlung">
    <w:name w:val="6 Aufzählung"/>
    <w:basedOn w:val="Absatzformat1"/>
    <w:uiPriority w:val="99"/>
    <w:rsid w:val="0047283E"/>
    <w:pPr>
      <w:spacing w:after="57" w:line="230" w:lineRule="atLeast"/>
      <w:ind w:left="227" w:hanging="170"/>
      <w:jc w:val="left"/>
    </w:pPr>
  </w:style>
  <w:style w:type="character" w:customStyle="1" w:styleId="6Aufzhlung1">
    <w:name w:val="6 Aufzählung1"/>
    <w:basedOn w:val="4Flietext"/>
    <w:uiPriority w:val="99"/>
    <w:rsid w:val="0047283E"/>
    <w:rPr>
      <w:rFonts w:ascii="Calibri" w:hAnsi="Calibri" w:cs="Calibri"/>
      <w:color w:val="000000"/>
      <w:spacing w:val="2"/>
      <w:sz w:val="20"/>
      <w:szCs w:val="20"/>
      <w:lang w:val="de-DE"/>
    </w:rPr>
  </w:style>
  <w:style w:type="table" w:styleId="Tabellenraster">
    <w:name w:val="Table Grid"/>
    <w:basedOn w:val="NormaleTabelle"/>
    <w:uiPriority w:val="59"/>
    <w:rsid w:val="00D90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haltsangabe">
    <w:name w:val="Inhaltsangabe"/>
    <w:basedOn w:val="Standard"/>
    <w:link w:val="InhaltsangabeZchn"/>
    <w:qFormat/>
    <w:rsid w:val="000F17A6"/>
    <w:rPr>
      <w:i/>
      <w:sz w:val="20"/>
    </w:rPr>
  </w:style>
  <w:style w:type="character" w:customStyle="1" w:styleId="InhaltsangabeZchn">
    <w:name w:val="Inhaltsangabe Zchn"/>
    <w:basedOn w:val="Absatz-Standardschriftart"/>
    <w:link w:val="Inhaltsangabe"/>
    <w:rsid w:val="000F17A6"/>
    <w:rPr>
      <w:rFonts w:ascii="Calibri" w:hAnsi="Calibri"/>
      <w:i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0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2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99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8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52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74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10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2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45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7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85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5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7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2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11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13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yperlink" Target="http://www.team-pb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keting@team-pb.d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eam-pb.de/oracle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team-pb.de/intralogistik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PR_Presse\2%20Pressemitteilung\Vorlage%20Pressemitteilung%20TEAM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11A791-4689-478F-B68B-F1A7BEC81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Pressemitteilung TEAM.dotx</Template>
  <TotalTime>0</TotalTime>
  <Pages>2</Pages>
  <Words>327</Words>
  <Characters>2664</Characters>
  <Application>Microsoft Office Word</Application>
  <DocSecurity>0</DocSecurity>
  <Lines>22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TEAM GmbH</Company>
  <LinksUpToDate>false</LinksUpToDate>
  <CharactersWithSpaces>2986</CharactersWithSpaces>
  <SharedDoc>false</SharedDoc>
  <HLinks>
    <vt:vector size="48" baseType="variant">
      <vt:variant>
        <vt:i4>3801187</vt:i4>
      </vt:variant>
      <vt:variant>
        <vt:i4>21</vt:i4>
      </vt:variant>
      <vt:variant>
        <vt:i4>0</vt:i4>
      </vt:variant>
      <vt:variant>
        <vt:i4>5</vt:i4>
      </vt:variant>
      <vt:variant>
        <vt:lpwstr>http://www.team-pb.de/</vt:lpwstr>
      </vt:variant>
      <vt:variant>
        <vt:lpwstr/>
      </vt:variant>
      <vt:variant>
        <vt:i4>5963860</vt:i4>
      </vt:variant>
      <vt:variant>
        <vt:i4>18</vt:i4>
      </vt:variant>
      <vt:variant>
        <vt:i4>0</vt:i4>
      </vt:variant>
      <vt:variant>
        <vt:i4>5</vt:i4>
      </vt:variant>
      <vt:variant>
        <vt:lpwstr>http://www.team-logistikforum.de/</vt:lpwstr>
      </vt:variant>
      <vt:variant>
        <vt:lpwstr/>
      </vt:variant>
      <vt:variant>
        <vt:i4>3538981</vt:i4>
      </vt:variant>
      <vt:variant>
        <vt:i4>15</vt:i4>
      </vt:variant>
      <vt:variant>
        <vt:i4>0</vt:i4>
      </vt:variant>
      <vt:variant>
        <vt:i4>5</vt:i4>
      </vt:variant>
      <vt:variant>
        <vt:lpwstr>https://www.team-pb.de/oracle/</vt:lpwstr>
      </vt:variant>
      <vt:variant>
        <vt:lpwstr/>
      </vt:variant>
      <vt:variant>
        <vt:i4>1966172</vt:i4>
      </vt:variant>
      <vt:variant>
        <vt:i4>12</vt:i4>
      </vt:variant>
      <vt:variant>
        <vt:i4>0</vt:i4>
      </vt:variant>
      <vt:variant>
        <vt:i4>5</vt:i4>
      </vt:variant>
      <vt:variant>
        <vt:lpwstr>https://www.team-pb.de/intralogistik/</vt:lpwstr>
      </vt:variant>
      <vt:variant>
        <vt:lpwstr/>
      </vt:variant>
      <vt:variant>
        <vt:i4>3604516</vt:i4>
      </vt:variant>
      <vt:variant>
        <vt:i4>9</vt:i4>
      </vt:variant>
      <vt:variant>
        <vt:i4>0</vt:i4>
      </vt:variant>
      <vt:variant>
        <vt:i4>5</vt:i4>
      </vt:variant>
      <vt:variant>
        <vt:lpwstr>https://www.team-pb.de/wp-content/uploads/2018/08/2018-09-PM-TEAMLogistikforum.zip</vt:lpwstr>
      </vt:variant>
      <vt:variant>
        <vt:lpwstr/>
      </vt:variant>
      <vt:variant>
        <vt:i4>1900560</vt:i4>
      </vt:variant>
      <vt:variant>
        <vt:i4>6</vt:i4>
      </vt:variant>
      <vt:variant>
        <vt:i4>0</vt:i4>
      </vt:variant>
      <vt:variant>
        <vt:i4>5</vt:i4>
      </vt:variant>
      <vt:variant>
        <vt:lpwstr>http://www.teamlogistikforum.de/</vt:lpwstr>
      </vt:variant>
      <vt:variant>
        <vt:lpwstr/>
      </vt:variant>
      <vt:variant>
        <vt:i4>8061054</vt:i4>
      </vt:variant>
      <vt:variant>
        <vt:i4>3</vt:i4>
      </vt:variant>
      <vt:variant>
        <vt:i4>0</vt:i4>
      </vt:variant>
      <vt:variant>
        <vt:i4>5</vt:i4>
      </vt:variant>
      <vt:variant>
        <vt:lpwstr>https://www.team-pb.de/</vt:lpwstr>
      </vt:variant>
      <vt:variant>
        <vt:lpwstr/>
      </vt:variant>
      <vt:variant>
        <vt:i4>6488112</vt:i4>
      </vt:variant>
      <vt:variant>
        <vt:i4>0</vt:i4>
      </vt:variant>
      <vt:variant>
        <vt:i4>0</vt:i4>
      </vt:variant>
      <vt:variant>
        <vt:i4>5</vt:i4>
      </vt:variant>
      <vt:variant>
        <vt:lpwstr>https://www.team-logistikforum.de/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Timmerberg</dc:creator>
  <cp:keywords/>
  <cp:lastModifiedBy>Timmerberg, Lina</cp:lastModifiedBy>
  <cp:revision>5</cp:revision>
  <cp:lastPrinted>2023-12-06T11:28:00Z</cp:lastPrinted>
  <dcterms:created xsi:type="dcterms:W3CDTF">2024-07-10T08:04:00Z</dcterms:created>
  <dcterms:modified xsi:type="dcterms:W3CDTF">2024-07-15T09:00:00Z</dcterms:modified>
</cp:coreProperties>
</file>